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7AD6DAE1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975DE6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75DE6">
        <w:rPr>
          <w:rFonts w:ascii="Times New Roman" w:hAnsi="Times New Roman"/>
          <w:b/>
          <w:bCs/>
          <w:sz w:val="24"/>
          <w:szCs w:val="24"/>
        </w:rPr>
        <w:tab/>
      </w:r>
      <w:r w:rsidR="00D8678B" w:rsidRPr="00975DE6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975DE6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975DE6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975DE6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975DE6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975DE6">
        <w:rPr>
          <w:rFonts w:ascii="Times New Roman" w:hAnsi="Times New Roman"/>
          <w:bCs/>
          <w:i/>
          <w:sz w:val="24"/>
          <w:szCs w:val="24"/>
        </w:rPr>
        <w:t>12/2019</w:t>
      </w:r>
    </w:p>
    <w:p w14:paraId="1F97E705" w14:textId="77777777" w:rsidR="002D56A8" w:rsidRPr="00975DE6" w:rsidRDefault="002D56A8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4B07FC45" w14:textId="77777777" w:rsidR="0085747A" w:rsidRPr="00975DE6" w:rsidRDefault="0085747A" w:rsidP="00975DE6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75DE6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975DE6" w:rsidRDefault="0071620A" w:rsidP="00975DE6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75DE6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975DE6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975DE6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975DE6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975DE6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975DE6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975DE6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975DE6">
        <w:rPr>
          <w:rFonts w:ascii="Times New Roman" w:hAnsi="Times New Roman"/>
          <w:b/>
          <w:smallCaps/>
          <w:sz w:val="24"/>
          <w:szCs w:val="24"/>
        </w:rPr>
        <w:t>8</w:t>
      </w:r>
    </w:p>
    <w:p w14:paraId="21867945" w14:textId="77777777" w:rsidR="002D56A8" w:rsidRDefault="002D56A8" w:rsidP="00975DE6">
      <w:pPr>
        <w:spacing w:after="0" w:line="240" w:lineRule="exact"/>
        <w:jc w:val="center"/>
        <w:rPr>
          <w:rFonts w:ascii="Times New Roman" w:hAnsi="Times New Roman"/>
          <w:i/>
          <w:sz w:val="24"/>
          <w:szCs w:val="24"/>
        </w:rPr>
      </w:pPr>
    </w:p>
    <w:p w14:paraId="0DB1C674" w14:textId="33AC776A" w:rsidR="0085747A" w:rsidRPr="00975DE6" w:rsidRDefault="00445970" w:rsidP="00975DE6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975DE6">
        <w:rPr>
          <w:rFonts w:ascii="Times New Roman" w:hAnsi="Times New Roman"/>
          <w:sz w:val="24"/>
          <w:szCs w:val="24"/>
        </w:rPr>
        <w:t xml:space="preserve">Rok akademicki  </w:t>
      </w:r>
      <w:r w:rsidR="008927D9" w:rsidRPr="00975DE6">
        <w:rPr>
          <w:rFonts w:ascii="Times New Roman" w:hAnsi="Times New Roman"/>
          <w:sz w:val="24"/>
          <w:szCs w:val="24"/>
        </w:rPr>
        <w:t>20</w:t>
      </w:r>
      <w:r w:rsidR="007849AE" w:rsidRPr="00975DE6">
        <w:rPr>
          <w:rFonts w:ascii="Times New Roman" w:hAnsi="Times New Roman"/>
          <w:sz w:val="24"/>
          <w:szCs w:val="24"/>
        </w:rPr>
        <w:t>2</w:t>
      </w:r>
      <w:r w:rsidR="003F26A5" w:rsidRPr="00975DE6">
        <w:rPr>
          <w:rFonts w:ascii="Times New Roman" w:hAnsi="Times New Roman"/>
          <w:sz w:val="24"/>
          <w:szCs w:val="24"/>
        </w:rPr>
        <w:t>7</w:t>
      </w:r>
      <w:r w:rsidR="008927D9" w:rsidRPr="00975DE6">
        <w:rPr>
          <w:rFonts w:ascii="Times New Roman" w:hAnsi="Times New Roman"/>
          <w:sz w:val="24"/>
          <w:szCs w:val="24"/>
        </w:rPr>
        <w:t>/202</w:t>
      </w:r>
      <w:r w:rsidR="003F26A5" w:rsidRPr="00975DE6">
        <w:rPr>
          <w:rFonts w:ascii="Times New Roman" w:hAnsi="Times New Roman"/>
          <w:sz w:val="24"/>
          <w:szCs w:val="24"/>
        </w:rPr>
        <w:t>8</w:t>
      </w:r>
    </w:p>
    <w:p w14:paraId="7817197E" w14:textId="77777777" w:rsidR="008927D9" w:rsidRPr="00975DE6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975DE6" w:rsidRDefault="0071620A" w:rsidP="009C54AE">
      <w:pPr>
        <w:pStyle w:val="Punktygwne"/>
        <w:spacing w:before="0" w:after="0"/>
        <w:rPr>
          <w:szCs w:val="24"/>
        </w:rPr>
      </w:pPr>
      <w:r w:rsidRPr="00975DE6">
        <w:rPr>
          <w:szCs w:val="24"/>
        </w:rPr>
        <w:t xml:space="preserve">1. </w:t>
      </w:r>
      <w:r w:rsidR="0085747A" w:rsidRPr="00975DE6">
        <w:rPr>
          <w:szCs w:val="24"/>
        </w:rPr>
        <w:t xml:space="preserve">Podstawowe </w:t>
      </w:r>
      <w:r w:rsidR="00445970" w:rsidRPr="00975DE6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F26A5" w:rsidRPr="00975DE6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975D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120D5C72" w:rsidR="0085747A" w:rsidRPr="00321490" w:rsidRDefault="006A02D5" w:rsidP="009C54AE">
            <w:pPr>
              <w:pStyle w:val="Odpowiedzi"/>
              <w:spacing w:before="100" w:beforeAutospacing="1" w:after="100" w:afterAutospacing="1"/>
              <w:rPr>
                <w:bCs/>
                <w:color w:val="auto"/>
                <w:sz w:val="24"/>
                <w:szCs w:val="24"/>
              </w:rPr>
            </w:pPr>
            <w:r w:rsidRPr="00321490">
              <w:rPr>
                <w:bCs/>
                <w:color w:val="auto"/>
                <w:sz w:val="24"/>
                <w:szCs w:val="24"/>
              </w:rPr>
              <w:t xml:space="preserve">Psychologia </w:t>
            </w:r>
            <w:r w:rsidR="003F26A5" w:rsidRPr="00321490">
              <w:rPr>
                <w:bCs/>
                <w:color w:val="auto"/>
                <w:sz w:val="24"/>
                <w:szCs w:val="24"/>
              </w:rPr>
              <w:t>sekt</w:t>
            </w:r>
            <w:r w:rsidR="00D75607" w:rsidRPr="0032149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944C29" w:rsidRPr="00321490">
              <w:rPr>
                <w:bCs/>
                <w:color w:val="auto"/>
                <w:sz w:val="24"/>
                <w:szCs w:val="24"/>
              </w:rPr>
              <w:t>-</w:t>
            </w:r>
            <w:r w:rsidR="00D75607" w:rsidRPr="0032149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944C29" w:rsidRPr="00321490">
              <w:rPr>
                <w:bCs/>
                <w:color w:val="auto"/>
                <w:sz w:val="24"/>
                <w:szCs w:val="24"/>
              </w:rPr>
              <w:t>wybrane zagadnienia</w:t>
            </w:r>
          </w:p>
        </w:tc>
      </w:tr>
      <w:tr w:rsidR="003F26A5" w:rsidRPr="00975DE6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975D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Kod przedmiotu</w:t>
            </w:r>
            <w:r w:rsidR="0085747A" w:rsidRPr="00975DE6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975DE6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3F26A5" w:rsidRPr="00975DE6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975DE6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N</w:t>
            </w:r>
            <w:r w:rsidR="0085747A" w:rsidRPr="00975DE6">
              <w:rPr>
                <w:sz w:val="24"/>
                <w:szCs w:val="24"/>
              </w:rPr>
              <w:t>azwa</w:t>
            </w:r>
            <w:r w:rsidR="00C05F44" w:rsidRPr="00975DE6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49FCB9B4" w:rsidR="0085747A" w:rsidRPr="00975DE6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975DE6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F26A5" w:rsidRPr="00975DE6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975D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4BBDFDA0" w:rsidR="0085747A" w:rsidRPr="00975DE6" w:rsidRDefault="000653E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F26A5" w:rsidRPr="00975DE6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975D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975DE6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975DE6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975DE6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3F26A5" w:rsidRPr="00975DE6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975DE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146B9D8F" w:rsidR="0085747A" w:rsidRPr="00975DE6" w:rsidRDefault="000653E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j</w:t>
            </w:r>
            <w:r w:rsidR="008F03B0" w:rsidRPr="00975DE6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="002C7279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8F03B0" w:rsidRPr="00975DE6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3F26A5" w:rsidRPr="00975DE6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975D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510E6BE8" w:rsidR="0085747A" w:rsidRPr="00975DE6" w:rsidRDefault="000653E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8F03B0" w:rsidRPr="00975DE6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3F26A5" w:rsidRPr="00975DE6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975D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269D14F8" w:rsidR="0085747A" w:rsidRPr="00975DE6" w:rsidRDefault="000653E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975DE6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975DE6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3F26A5" w:rsidRPr="00975DE6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975D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Rok i semestr</w:t>
            </w:r>
            <w:r w:rsidR="0030395F" w:rsidRPr="00975DE6">
              <w:rPr>
                <w:sz w:val="24"/>
                <w:szCs w:val="24"/>
              </w:rPr>
              <w:t>/y</w:t>
            </w:r>
            <w:r w:rsidRPr="00975DE6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3B50F531" w:rsidR="0085747A" w:rsidRPr="00975DE6" w:rsidRDefault="000653E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r</w:t>
            </w:r>
            <w:r w:rsidR="007A5260" w:rsidRPr="00975DE6">
              <w:rPr>
                <w:b w:val="0"/>
                <w:color w:val="auto"/>
                <w:sz w:val="24"/>
                <w:szCs w:val="24"/>
              </w:rPr>
              <w:t>ok</w:t>
            </w:r>
            <w:r w:rsidR="006C273A" w:rsidRPr="00975DE6">
              <w:rPr>
                <w:b w:val="0"/>
                <w:color w:val="auto"/>
                <w:sz w:val="24"/>
                <w:szCs w:val="24"/>
              </w:rPr>
              <w:t xml:space="preserve"> V</w:t>
            </w:r>
            <w:r w:rsidR="007A5260" w:rsidRPr="00975DE6">
              <w:rPr>
                <w:b w:val="0"/>
                <w:color w:val="auto"/>
                <w:sz w:val="24"/>
                <w:szCs w:val="24"/>
              </w:rPr>
              <w:t>, semestr</w:t>
            </w:r>
            <w:r w:rsidR="006C273A" w:rsidRPr="00975DE6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321490">
              <w:rPr>
                <w:b w:val="0"/>
                <w:color w:val="auto"/>
                <w:sz w:val="24"/>
                <w:szCs w:val="24"/>
              </w:rPr>
              <w:t>10</w:t>
            </w:r>
          </w:p>
        </w:tc>
      </w:tr>
      <w:tr w:rsidR="003F26A5" w:rsidRPr="00975DE6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975D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E24A692" w:rsidR="0085747A" w:rsidRPr="00975DE6" w:rsidRDefault="000653E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kształcenia specjalnościowego, do wyboru</w:t>
            </w:r>
          </w:p>
        </w:tc>
      </w:tr>
      <w:tr w:rsidR="003F26A5" w:rsidRPr="00975DE6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975DE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153794F0" w:rsidR="00923D7D" w:rsidRPr="00975DE6" w:rsidRDefault="000653E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975DE6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F26A5" w:rsidRPr="00975DE6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975D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67BEA739" w:rsidR="0085747A" w:rsidRPr="00975DE6" w:rsidRDefault="000653E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3F26A5" w:rsidRPr="00975DE6">
              <w:rPr>
                <w:b w:val="0"/>
                <w:color w:val="auto"/>
                <w:sz w:val="24"/>
                <w:szCs w:val="24"/>
              </w:rPr>
              <w:t>r Dariusz Kuncewicz</w:t>
            </w:r>
          </w:p>
        </w:tc>
      </w:tr>
      <w:tr w:rsidR="003F26A5" w:rsidRPr="00975DE6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975D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733EA008" w:rsidR="0085747A" w:rsidRPr="00975DE6" w:rsidRDefault="000653E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4022E6" w:rsidRPr="00975DE6">
              <w:rPr>
                <w:b w:val="0"/>
                <w:color w:val="auto"/>
                <w:sz w:val="24"/>
                <w:szCs w:val="24"/>
              </w:rPr>
              <w:t>r Dariusz Kuncewicz</w:t>
            </w:r>
          </w:p>
        </w:tc>
      </w:tr>
    </w:tbl>
    <w:p w14:paraId="7CA13719" w14:textId="27339E61" w:rsidR="00923D7D" w:rsidRPr="00975DE6" w:rsidRDefault="0085747A" w:rsidP="00321490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975DE6">
        <w:rPr>
          <w:sz w:val="24"/>
          <w:szCs w:val="24"/>
        </w:rPr>
        <w:t xml:space="preserve">* </w:t>
      </w:r>
      <w:r w:rsidRPr="00975DE6">
        <w:rPr>
          <w:i/>
          <w:sz w:val="24"/>
          <w:szCs w:val="24"/>
        </w:rPr>
        <w:t>-</w:t>
      </w:r>
      <w:r w:rsidR="00B90885" w:rsidRPr="00975DE6">
        <w:rPr>
          <w:b w:val="0"/>
          <w:i/>
          <w:sz w:val="24"/>
          <w:szCs w:val="24"/>
        </w:rPr>
        <w:t>opcjonalni</w:t>
      </w:r>
      <w:r w:rsidR="00B90885" w:rsidRPr="00975DE6">
        <w:rPr>
          <w:b w:val="0"/>
          <w:sz w:val="24"/>
          <w:szCs w:val="24"/>
        </w:rPr>
        <w:t>e,</w:t>
      </w:r>
      <w:r w:rsidRPr="00975DE6">
        <w:rPr>
          <w:i/>
          <w:sz w:val="24"/>
          <w:szCs w:val="24"/>
        </w:rPr>
        <w:t xml:space="preserve"> </w:t>
      </w:r>
      <w:r w:rsidRPr="00975DE6">
        <w:rPr>
          <w:b w:val="0"/>
          <w:i/>
          <w:sz w:val="24"/>
          <w:szCs w:val="24"/>
        </w:rPr>
        <w:t xml:space="preserve">zgodnie z ustaleniami </w:t>
      </w:r>
      <w:r w:rsidR="00B90885" w:rsidRPr="00975DE6">
        <w:rPr>
          <w:b w:val="0"/>
          <w:i/>
          <w:sz w:val="24"/>
          <w:szCs w:val="24"/>
        </w:rPr>
        <w:t>w Jednostce</w:t>
      </w:r>
    </w:p>
    <w:p w14:paraId="4FCBBCFB" w14:textId="77777777" w:rsidR="0085747A" w:rsidRPr="00975DE6" w:rsidRDefault="0085747A" w:rsidP="009C54AE">
      <w:pPr>
        <w:pStyle w:val="Podpunkty"/>
        <w:ind w:left="284"/>
        <w:rPr>
          <w:sz w:val="24"/>
          <w:szCs w:val="24"/>
        </w:rPr>
      </w:pPr>
      <w:r w:rsidRPr="00975DE6">
        <w:rPr>
          <w:sz w:val="24"/>
          <w:szCs w:val="24"/>
        </w:rPr>
        <w:t>1.</w:t>
      </w:r>
      <w:r w:rsidR="00E22FBC" w:rsidRPr="00975DE6">
        <w:rPr>
          <w:sz w:val="24"/>
          <w:szCs w:val="24"/>
        </w:rPr>
        <w:t>1</w:t>
      </w:r>
      <w:r w:rsidRPr="00975DE6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975DE6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894"/>
        <w:gridCol w:w="754"/>
        <w:gridCol w:w="863"/>
        <w:gridCol w:w="1129"/>
        <w:gridCol w:w="797"/>
        <w:gridCol w:w="711"/>
        <w:gridCol w:w="914"/>
        <w:gridCol w:w="1143"/>
        <w:gridCol w:w="1389"/>
      </w:tblGrid>
      <w:tr w:rsidR="003F26A5" w:rsidRPr="00975DE6" w14:paraId="1CDF9921" w14:textId="77777777" w:rsidTr="00975DE6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975D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5DE6">
              <w:rPr>
                <w:szCs w:val="24"/>
              </w:rPr>
              <w:t>Semestr</w:t>
            </w:r>
          </w:p>
          <w:p w14:paraId="69DD9837" w14:textId="77777777" w:rsidR="00015B8F" w:rsidRPr="00975DE6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5DE6">
              <w:rPr>
                <w:szCs w:val="24"/>
              </w:rPr>
              <w:t>(</w:t>
            </w:r>
            <w:r w:rsidR="00363F78" w:rsidRPr="00975DE6">
              <w:rPr>
                <w:szCs w:val="24"/>
              </w:rPr>
              <w:t>nr)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975D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75DE6">
              <w:rPr>
                <w:szCs w:val="24"/>
              </w:rPr>
              <w:t>Wykł</w:t>
            </w:r>
            <w:proofErr w:type="spellEnd"/>
            <w:r w:rsidRPr="00975DE6">
              <w:rPr>
                <w:szCs w:val="24"/>
              </w:rPr>
              <w:t>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975D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5DE6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975D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75DE6">
              <w:rPr>
                <w:szCs w:val="24"/>
              </w:rPr>
              <w:t>Konw</w:t>
            </w:r>
            <w:proofErr w:type="spellEnd"/>
            <w:r w:rsidRPr="00975DE6">
              <w:rPr>
                <w:szCs w:val="24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3C1B34FE" w:rsidR="00015B8F" w:rsidRPr="00975DE6" w:rsidRDefault="006C273A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5DE6">
              <w:rPr>
                <w:szCs w:val="24"/>
              </w:rPr>
              <w:t>Warsztat.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975D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75DE6">
              <w:rPr>
                <w:szCs w:val="24"/>
              </w:rPr>
              <w:t>Sem</w:t>
            </w:r>
            <w:proofErr w:type="spellEnd"/>
            <w:r w:rsidRPr="00975DE6">
              <w:rPr>
                <w:szCs w:val="24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975D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5DE6">
              <w:rPr>
                <w:szCs w:val="24"/>
              </w:rPr>
              <w:t>ZP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975D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75DE6">
              <w:rPr>
                <w:szCs w:val="24"/>
              </w:rPr>
              <w:t>Prakt</w:t>
            </w:r>
            <w:proofErr w:type="spellEnd"/>
            <w:r w:rsidRPr="00975DE6">
              <w:rPr>
                <w:szCs w:val="24"/>
              </w:rPr>
              <w:t>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975DE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75DE6">
              <w:rPr>
                <w:szCs w:val="24"/>
              </w:rPr>
              <w:t>Inne (jakie?)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975DE6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75DE6">
              <w:rPr>
                <w:b/>
                <w:szCs w:val="24"/>
              </w:rPr>
              <w:t>Liczba pkt</w:t>
            </w:r>
            <w:r w:rsidR="00B90885" w:rsidRPr="00975DE6">
              <w:rPr>
                <w:b/>
                <w:szCs w:val="24"/>
              </w:rPr>
              <w:t>.</w:t>
            </w:r>
            <w:r w:rsidRPr="00975DE6">
              <w:rPr>
                <w:b/>
                <w:szCs w:val="24"/>
              </w:rPr>
              <w:t xml:space="preserve"> ECTS</w:t>
            </w:r>
          </w:p>
        </w:tc>
      </w:tr>
      <w:tr w:rsidR="003F26A5" w:rsidRPr="00975DE6" w14:paraId="6D3081D3" w14:textId="77777777" w:rsidTr="002D56A8">
        <w:trPr>
          <w:trHeight w:val="45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0212D2F4" w:rsidR="00015B8F" w:rsidRPr="00975DE6" w:rsidRDefault="0032149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5CF14164" w:rsidR="00015B8F" w:rsidRPr="00975D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6D36AA04" w:rsidR="00015B8F" w:rsidRPr="00975DE6" w:rsidRDefault="000653E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975D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643890D1" w:rsidR="00015B8F" w:rsidRPr="00975D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975D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975D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975D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975DE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6445B8D8" w:rsidR="00015B8F" w:rsidRPr="00975DE6" w:rsidRDefault="000653E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6A0B07E7" w14:textId="77777777" w:rsidR="00923D7D" w:rsidRPr="00975DE6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975DE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75DE6">
        <w:rPr>
          <w:smallCaps w:val="0"/>
          <w:szCs w:val="24"/>
        </w:rPr>
        <w:t>1.</w:t>
      </w:r>
      <w:r w:rsidR="00E22FBC" w:rsidRPr="00975DE6">
        <w:rPr>
          <w:smallCaps w:val="0"/>
          <w:szCs w:val="24"/>
        </w:rPr>
        <w:t>2</w:t>
      </w:r>
      <w:r w:rsidR="00F83B28" w:rsidRPr="00975DE6">
        <w:rPr>
          <w:smallCaps w:val="0"/>
          <w:szCs w:val="24"/>
        </w:rPr>
        <w:t>.</w:t>
      </w:r>
      <w:r w:rsidR="00F83B28" w:rsidRPr="00975DE6">
        <w:rPr>
          <w:smallCaps w:val="0"/>
          <w:szCs w:val="24"/>
        </w:rPr>
        <w:tab/>
      </w:r>
      <w:r w:rsidRPr="00975DE6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975DE6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975DE6">
        <w:rPr>
          <w:rFonts w:eastAsia="MS Gothic"/>
          <w:b w:val="0"/>
          <w:szCs w:val="24"/>
          <w:u w:val="single"/>
        </w:rPr>
        <w:t>X</w:t>
      </w:r>
      <w:r w:rsidR="0085747A" w:rsidRPr="00975DE6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975DE6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975DE6">
        <w:rPr>
          <w:rFonts w:ascii="Segoe UI Symbol" w:eastAsia="MS Gothic" w:hAnsi="Segoe UI Symbol" w:cs="Segoe UI Symbol"/>
          <w:b w:val="0"/>
          <w:szCs w:val="24"/>
        </w:rPr>
        <w:t>☐</w:t>
      </w:r>
      <w:r w:rsidRPr="00975DE6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975DE6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DBC9FE7" w14:textId="02D180D1" w:rsidR="007916D1" w:rsidRPr="002D56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975DE6">
        <w:rPr>
          <w:smallCaps w:val="0"/>
          <w:szCs w:val="24"/>
        </w:rPr>
        <w:t xml:space="preserve">1.3 </w:t>
      </w:r>
      <w:r w:rsidR="00F83B28" w:rsidRPr="00975DE6">
        <w:rPr>
          <w:smallCaps w:val="0"/>
          <w:szCs w:val="24"/>
        </w:rPr>
        <w:tab/>
      </w:r>
      <w:r w:rsidRPr="00975DE6">
        <w:rPr>
          <w:smallCaps w:val="0"/>
          <w:szCs w:val="24"/>
        </w:rPr>
        <w:t>For</w:t>
      </w:r>
      <w:r w:rsidR="00445970" w:rsidRPr="00975DE6">
        <w:rPr>
          <w:smallCaps w:val="0"/>
          <w:szCs w:val="24"/>
        </w:rPr>
        <w:t xml:space="preserve">ma zaliczenia przedmiotu </w:t>
      </w:r>
      <w:r w:rsidR="002D56A8">
        <w:rPr>
          <w:smallCaps w:val="0"/>
          <w:szCs w:val="24"/>
        </w:rPr>
        <w:t xml:space="preserve">(z toku): </w:t>
      </w:r>
      <w:r w:rsidR="002D56A8" w:rsidRPr="002D56A8">
        <w:rPr>
          <w:b w:val="0"/>
          <w:smallCaps w:val="0"/>
          <w:szCs w:val="24"/>
        </w:rPr>
        <w:t>zaliczenie z oceną</w:t>
      </w:r>
    </w:p>
    <w:p w14:paraId="684F1451" w14:textId="77777777" w:rsidR="009C54AE" w:rsidRPr="00975DE6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975DE6" w:rsidRDefault="0085747A" w:rsidP="009C54AE">
      <w:pPr>
        <w:pStyle w:val="Punktygwne"/>
        <w:spacing w:before="0" w:after="0"/>
        <w:rPr>
          <w:szCs w:val="24"/>
        </w:rPr>
      </w:pPr>
      <w:r w:rsidRPr="00975DE6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52EF" w:rsidRPr="00975DE6" w14:paraId="3ACBBF9A" w14:textId="77777777" w:rsidTr="00745302">
        <w:tc>
          <w:tcPr>
            <w:tcW w:w="9670" w:type="dxa"/>
          </w:tcPr>
          <w:p w14:paraId="2F9A395F" w14:textId="7BF65E87" w:rsidR="0085747A" w:rsidRPr="00975DE6" w:rsidRDefault="00F546A7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- </w:t>
            </w:r>
            <w:r w:rsidR="006B4ED5" w:rsidRPr="00975DE6">
              <w:rPr>
                <w:b w:val="0"/>
                <w:smallCaps w:val="0"/>
                <w:szCs w:val="24"/>
              </w:rPr>
              <w:t xml:space="preserve">podstawowa </w:t>
            </w:r>
            <w:r w:rsidRPr="00975DE6">
              <w:rPr>
                <w:b w:val="0"/>
                <w:smallCaps w:val="0"/>
                <w:szCs w:val="24"/>
              </w:rPr>
              <w:t>wiedza i umiejętności zakresu pomocy psychologicznej</w:t>
            </w:r>
          </w:p>
          <w:p w14:paraId="4A97C0C9" w14:textId="079A3055" w:rsidR="0085747A" w:rsidRPr="00975DE6" w:rsidRDefault="00DF3F26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- </w:t>
            </w:r>
            <w:r w:rsidR="006B4ED5" w:rsidRPr="00975DE6">
              <w:rPr>
                <w:b w:val="0"/>
                <w:smallCaps w:val="0"/>
                <w:szCs w:val="24"/>
              </w:rPr>
              <w:t xml:space="preserve">podstawowa </w:t>
            </w:r>
            <w:r w:rsidRPr="00975DE6">
              <w:rPr>
                <w:b w:val="0"/>
                <w:smallCaps w:val="0"/>
                <w:szCs w:val="24"/>
              </w:rPr>
              <w:t>wiedza</w:t>
            </w:r>
            <w:r w:rsidR="00327572" w:rsidRPr="00975DE6">
              <w:rPr>
                <w:b w:val="0"/>
                <w:smallCaps w:val="0"/>
                <w:szCs w:val="24"/>
              </w:rPr>
              <w:t xml:space="preserve"> </w:t>
            </w:r>
            <w:r w:rsidRPr="00975DE6">
              <w:rPr>
                <w:b w:val="0"/>
                <w:smallCaps w:val="0"/>
                <w:szCs w:val="24"/>
              </w:rPr>
              <w:t>z zakresu psychologii klinicznej i psychologii rodziny</w:t>
            </w:r>
          </w:p>
        </w:tc>
      </w:tr>
    </w:tbl>
    <w:p w14:paraId="766CACEC" w14:textId="4232DB96" w:rsidR="00321490" w:rsidRDefault="00321490" w:rsidP="009C54AE">
      <w:pPr>
        <w:pStyle w:val="Punktygwne"/>
        <w:spacing w:before="0" w:after="0"/>
        <w:rPr>
          <w:szCs w:val="24"/>
        </w:rPr>
      </w:pPr>
    </w:p>
    <w:p w14:paraId="341EDB17" w14:textId="77777777" w:rsidR="00321490" w:rsidRPr="00975DE6" w:rsidRDefault="00321490" w:rsidP="009C54AE">
      <w:pPr>
        <w:pStyle w:val="Punktygwne"/>
        <w:spacing w:before="0" w:after="0"/>
        <w:rPr>
          <w:szCs w:val="24"/>
        </w:rPr>
      </w:pPr>
    </w:p>
    <w:p w14:paraId="642857C4" w14:textId="3A477272" w:rsidR="0085747A" w:rsidRPr="00975DE6" w:rsidRDefault="0071620A" w:rsidP="009C54AE">
      <w:pPr>
        <w:pStyle w:val="Punktygwne"/>
        <w:spacing w:before="0" w:after="0"/>
        <w:rPr>
          <w:szCs w:val="24"/>
        </w:rPr>
      </w:pPr>
      <w:r w:rsidRPr="00975DE6">
        <w:rPr>
          <w:szCs w:val="24"/>
        </w:rPr>
        <w:t>3.</w:t>
      </w:r>
      <w:r w:rsidR="0085747A" w:rsidRPr="00975DE6">
        <w:rPr>
          <w:szCs w:val="24"/>
        </w:rPr>
        <w:t xml:space="preserve"> </w:t>
      </w:r>
      <w:r w:rsidR="00A84C85" w:rsidRPr="00975DE6">
        <w:rPr>
          <w:szCs w:val="24"/>
        </w:rPr>
        <w:t>cele, efekty uczenia się</w:t>
      </w:r>
      <w:r w:rsidR="0085747A" w:rsidRPr="00975DE6">
        <w:rPr>
          <w:szCs w:val="24"/>
        </w:rPr>
        <w:t>, treści Programowe i stosowane metody Dydaktyczne</w:t>
      </w:r>
    </w:p>
    <w:p w14:paraId="7ABBEA25" w14:textId="77777777" w:rsidR="0085747A" w:rsidRPr="00975DE6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975DE6" w:rsidRDefault="0071620A" w:rsidP="009C54AE">
      <w:pPr>
        <w:pStyle w:val="Podpunkty"/>
        <w:rPr>
          <w:sz w:val="24"/>
          <w:szCs w:val="24"/>
        </w:rPr>
      </w:pPr>
      <w:r w:rsidRPr="00975DE6">
        <w:rPr>
          <w:sz w:val="24"/>
          <w:szCs w:val="24"/>
        </w:rPr>
        <w:t xml:space="preserve">3.1 </w:t>
      </w:r>
      <w:r w:rsidR="00C05F44" w:rsidRPr="00975DE6">
        <w:rPr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3F26A5" w:rsidRPr="00975DE6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975DE6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5DE6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61FE52CF" w:rsidR="00D35B76" w:rsidRPr="00975DE6" w:rsidRDefault="00810FE3" w:rsidP="00E174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Zapoznanie</w:t>
            </w:r>
            <w:r w:rsidR="009D7FA9" w:rsidRPr="00975DE6">
              <w:rPr>
                <w:rFonts w:ascii="Times New Roman" w:hAnsi="Times New Roman"/>
                <w:sz w:val="24"/>
                <w:szCs w:val="24"/>
              </w:rPr>
              <w:t xml:space="preserve"> student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>ów z</w:t>
            </w:r>
            <w:r w:rsidR="009D7FA9" w:rsidRPr="00975DE6">
              <w:rPr>
                <w:rFonts w:ascii="Times New Roman" w:hAnsi="Times New Roman"/>
                <w:sz w:val="24"/>
                <w:szCs w:val="24"/>
              </w:rPr>
              <w:t xml:space="preserve"> wiedz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>ą</w:t>
            </w:r>
            <w:r w:rsidR="009D7FA9" w:rsidRPr="00975DE6">
              <w:rPr>
                <w:rFonts w:ascii="Times New Roman" w:hAnsi="Times New Roman"/>
                <w:sz w:val="24"/>
                <w:szCs w:val="24"/>
              </w:rPr>
              <w:t xml:space="preserve"> o </w:t>
            </w:r>
            <w:r w:rsidR="00F826AA" w:rsidRPr="00975DE6">
              <w:rPr>
                <w:rFonts w:ascii="Times New Roman" w:hAnsi="Times New Roman"/>
                <w:sz w:val="24"/>
                <w:szCs w:val="24"/>
              </w:rPr>
              <w:t>fenomenie</w:t>
            </w:r>
            <w:r w:rsidR="002E2CB6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7FA9" w:rsidRPr="00975DE6">
              <w:rPr>
                <w:rFonts w:ascii="Times New Roman" w:hAnsi="Times New Roman"/>
                <w:sz w:val="24"/>
                <w:szCs w:val="24"/>
              </w:rPr>
              <w:t>sekt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>,</w:t>
            </w:r>
            <w:r w:rsidR="002E2CB6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552D" w:rsidRPr="00975DE6">
              <w:rPr>
                <w:rFonts w:ascii="Times New Roman" w:hAnsi="Times New Roman"/>
                <w:sz w:val="24"/>
                <w:szCs w:val="24"/>
              </w:rPr>
              <w:t>totalitarnego umysłu</w:t>
            </w:r>
            <w:r w:rsidR="009F5BE2" w:rsidRPr="00975D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E2CB6" w:rsidRPr="00975DE6">
              <w:rPr>
                <w:rFonts w:ascii="Times New Roman" w:hAnsi="Times New Roman"/>
                <w:sz w:val="24"/>
                <w:szCs w:val="24"/>
              </w:rPr>
              <w:t>psychomanipulacji</w:t>
            </w:r>
            <w:proofErr w:type="spellEnd"/>
            <w:r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7AB" w:rsidRPr="00975DE6">
              <w:rPr>
                <w:rFonts w:ascii="Times New Roman" w:hAnsi="Times New Roman"/>
                <w:sz w:val="24"/>
                <w:szCs w:val="24"/>
              </w:rPr>
              <w:t xml:space="preserve">oraz </w:t>
            </w:r>
            <w:r w:rsidR="00E259AD" w:rsidRPr="00975DE6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D829A1" w:rsidRPr="00975DE6">
              <w:rPr>
                <w:rFonts w:ascii="Times New Roman" w:hAnsi="Times New Roman"/>
                <w:sz w:val="24"/>
                <w:szCs w:val="24"/>
              </w:rPr>
              <w:t xml:space="preserve">dedykowanym tym zjawiskom </w:t>
            </w:r>
            <w:r w:rsidR="009F5BE2" w:rsidRPr="00975DE6">
              <w:rPr>
                <w:rFonts w:ascii="Times New Roman" w:hAnsi="Times New Roman"/>
                <w:sz w:val="24"/>
                <w:szCs w:val="24"/>
              </w:rPr>
              <w:t>model</w:t>
            </w:r>
            <w:r w:rsidR="00D829A1" w:rsidRPr="00975DE6">
              <w:rPr>
                <w:rFonts w:ascii="Times New Roman" w:hAnsi="Times New Roman"/>
                <w:sz w:val="24"/>
                <w:szCs w:val="24"/>
              </w:rPr>
              <w:t>ach</w:t>
            </w:r>
            <w:r w:rsidR="003C17AB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>pomocy psychologicznej i psychoprofilaktyki</w:t>
            </w:r>
            <w:r w:rsidR="002D56A8">
              <w:rPr>
                <w:rFonts w:ascii="Times New Roman" w:hAnsi="Times New Roman"/>
                <w:sz w:val="24"/>
                <w:szCs w:val="24"/>
              </w:rPr>
              <w:t>.</w:t>
            </w:r>
            <w:r w:rsidR="003C17AB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26A5" w:rsidRPr="00975DE6" w14:paraId="56CCB34A" w14:textId="77777777" w:rsidTr="00D3212A">
        <w:tc>
          <w:tcPr>
            <w:tcW w:w="672" w:type="dxa"/>
            <w:vAlign w:val="center"/>
          </w:tcPr>
          <w:p w14:paraId="0DB4F242" w14:textId="77777777" w:rsidR="009F5BE2" w:rsidRPr="00975DE6" w:rsidRDefault="009F5BE2" w:rsidP="009F5BE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975DE6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74BBC668" w:rsidR="009F5BE2" w:rsidRPr="00975DE6" w:rsidRDefault="009F5BE2" w:rsidP="009F5B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eastAsia="Cambria" w:hAnsi="Times New Roman"/>
                <w:sz w:val="24"/>
                <w:szCs w:val="24"/>
              </w:rPr>
              <w:t xml:space="preserve">Wyposażenie studentów w </w:t>
            </w:r>
            <w:r w:rsidR="00A804E9" w:rsidRPr="00975DE6">
              <w:rPr>
                <w:rFonts w:ascii="Times New Roman" w:eastAsia="Cambria" w:hAnsi="Times New Roman"/>
                <w:sz w:val="24"/>
                <w:szCs w:val="24"/>
              </w:rPr>
              <w:t>podstawy</w:t>
            </w:r>
            <w:r w:rsidRPr="00975DE6">
              <w:rPr>
                <w:rFonts w:ascii="Times New Roman" w:eastAsia="Cambria" w:hAnsi="Times New Roman"/>
                <w:sz w:val="24"/>
                <w:szCs w:val="24"/>
              </w:rPr>
              <w:t xml:space="preserve"> umiejętności różnicowania trudności specyficznych dla przynależności do sekt i </w:t>
            </w:r>
            <w:proofErr w:type="spellStart"/>
            <w:r w:rsidRPr="00975DE6">
              <w:rPr>
                <w:rFonts w:ascii="Times New Roman" w:eastAsia="Cambria" w:hAnsi="Times New Roman"/>
                <w:sz w:val="24"/>
                <w:szCs w:val="24"/>
              </w:rPr>
              <w:t>psychomanipulacji</w:t>
            </w:r>
            <w:proofErr w:type="spellEnd"/>
            <w:r w:rsidRPr="00975DE6">
              <w:rPr>
                <w:rFonts w:ascii="Times New Roman" w:eastAsia="Cambria" w:hAnsi="Times New Roman"/>
                <w:sz w:val="24"/>
                <w:szCs w:val="24"/>
              </w:rPr>
              <w:t xml:space="preserve"> od typowych problemów psychologicznych, psychiatrycznych, rodzinnych, religijnych</w:t>
            </w:r>
            <w:r w:rsidR="002D56A8">
              <w:rPr>
                <w:rFonts w:ascii="Times New Roman" w:eastAsia="Cambria" w:hAnsi="Times New Roman"/>
                <w:sz w:val="24"/>
                <w:szCs w:val="24"/>
              </w:rPr>
              <w:t>.</w:t>
            </w:r>
          </w:p>
        </w:tc>
      </w:tr>
      <w:tr w:rsidR="003F26A5" w:rsidRPr="00975DE6" w14:paraId="08577DEC" w14:textId="77777777" w:rsidTr="00D3212A">
        <w:tc>
          <w:tcPr>
            <w:tcW w:w="672" w:type="dxa"/>
            <w:vAlign w:val="center"/>
          </w:tcPr>
          <w:p w14:paraId="06070AD5" w14:textId="77777777" w:rsidR="009F5BE2" w:rsidRPr="00975DE6" w:rsidRDefault="009F5BE2" w:rsidP="009F5BE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75DE6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62B7839B" w:rsidR="009F5BE2" w:rsidRPr="00975DE6" w:rsidRDefault="009F5BE2" w:rsidP="009F5B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 xml:space="preserve">Wyposażenie studentów w </w:t>
            </w:r>
            <w:r w:rsidR="00A804E9" w:rsidRPr="00975DE6">
              <w:rPr>
                <w:rFonts w:ascii="Times New Roman" w:hAnsi="Times New Roman"/>
                <w:sz w:val="24"/>
                <w:szCs w:val="24"/>
              </w:rPr>
              <w:t>podstawy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2DEC" w:rsidRPr="00975DE6">
              <w:rPr>
                <w:rFonts w:ascii="Times New Roman" w:hAnsi="Times New Roman"/>
                <w:sz w:val="24"/>
                <w:szCs w:val="24"/>
              </w:rPr>
              <w:t xml:space="preserve">psychologicznych 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 xml:space="preserve">umiejętności </w:t>
            </w:r>
            <w:r w:rsidR="00EC137D" w:rsidRPr="00975DE6">
              <w:rPr>
                <w:rFonts w:ascii="Times New Roman" w:hAnsi="Times New Roman"/>
                <w:sz w:val="24"/>
                <w:szCs w:val="24"/>
              </w:rPr>
              <w:t xml:space="preserve">przydatnych w pracy z </w:t>
            </w:r>
            <w:r w:rsidR="00E75CC4" w:rsidRPr="00975DE6">
              <w:rPr>
                <w:rFonts w:ascii="Times New Roman" w:hAnsi="Times New Roman"/>
                <w:sz w:val="24"/>
                <w:szCs w:val="24"/>
              </w:rPr>
              <w:t>rodzin</w:t>
            </w:r>
            <w:r w:rsidR="00BE2DEC" w:rsidRPr="00975DE6">
              <w:rPr>
                <w:rFonts w:ascii="Times New Roman" w:hAnsi="Times New Roman"/>
                <w:sz w:val="24"/>
                <w:szCs w:val="24"/>
              </w:rPr>
              <w:t>ą</w:t>
            </w:r>
            <w:r w:rsidR="00E75CC4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37D" w:rsidRPr="00975DE6">
              <w:rPr>
                <w:rFonts w:ascii="Times New Roman" w:hAnsi="Times New Roman"/>
                <w:sz w:val="24"/>
                <w:szCs w:val="24"/>
              </w:rPr>
              <w:t>o</w:t>
            </w:r>
            <w:r w:rsidR="00BE2DEC" w:rsidRPr="00975DE6">
              <w:rPr>
                <w:rFonts w:ascii="Times New Roman" w:hAnsi="Times New Roman"/>
                <w:sz w:val="24"/>
                <w:szCs w:val="24"/>
              </w:rPr>
              <w:t>soby</w:t>
            </w:r>
            <w:r w:rsidR="001D709C" w:rsidRPr="00975DE6">
              <w:rPr>
                <w:rFonts w:ascii="Times New Roman" w:hAnsi="Times New Roman"/>
                <w:sz w:val="24"/>
                <w:szCs w:val="24"/>
              </w:rPr>
              <w:t xml:space="preserve"> bliskiej</w:t>
            </w:r>
            <w:r w:rsidR="00EC137D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39CA" w:rsidRPr="00975DE6">
              <w:rPr>
                <w:rFonts w:ascii="Times New Roman" w:hAnsi="Times New Roman"/>
                <w:sz w:val="24"/>
                <w:szCs w:val="24"/>
              </w:rPr>
              <w:t>znajdującej się</w:t>
            </w:r>
            <w:r w:rsidR="00BE2DEC" w:rsidRPr="00975DE6">
              <w:rPr>
                <w:rFonts w:ascii="Times New Roman" w:hAnsi="Times New Roman"/>
                <w:sz w:val="24"/>
                <w:szCs w:val="24"/>
              </w:rPr>
              <w:t xml:space="preserve"> w sek</w:t>
            </w:r>
            <w:r w:rsidR="007B7670" w:rsidRPr="00975DE6">
              <w:rPr>
                <w:rFonts w:ascii="Times New Roman" w:hAnsi="Times New Roman"/>
                <w:sz w:val="24"/>
                <w:szCs w:val="24"/>
              </w:rPr>
              <w:t>cie lub pod</w:t>
            </w:r>
            <w:r w:rsidR="005039CA" w:rsidRPr="00975DE6">
              <w:rPr>
                <w:rFonts w:ascii="Times New Roman" w:hAnsi="Times New Roman"/>
                <w:sz w:val="24"/>
                <w:szCs w:val="24"/>
              </w:rPr>
              <w:t xml:space="preserve"> wpływem</w:t>
            </w:r>
            <w:r w:rsidR="007B7670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B7670" w:rsidRPr="00975DE6">
              <w:rPr>
                <w:rFonts w:ascii="Times New Roman" w:hAnsi="Times New Roman"/>
                <w:sz w:val="24"/>
                <w:szCs w:val="24"/>
              </w:rPr>
              <w:t>psychomanipulacji</w:t>
            </w:r>
            <w:proofErr w:type="spellEnd"/>
            <w:r w:rsidR="00EC137D" w:rsidRPr="00975DE6">
              <w:rPr>
                <w:rFonts w:ascii="Times New Roman" w:hAnsi="Times New Roman"/>
                <w:sz w:val="24"/>
                <w:szCs w:val="24"/>
              </w:rPr>
              <w:t xml:space="preserve"> oraz byłymi członkami sekt</w:t>
            </w:r>
            <w:r w:rsidR="00BA080B" w:rsidRPr="00975DE6">
              <w:rPr>
                <w:rFonts w:ascii="Times New Roman" w:hAnsi="Times New Roman"/>
                <w:sz w:val="24"/>
                <w:szCs w:val="24"/>
              </w:rPr>
              <w:t>/</w:t>
            </w:r>
            <w:r w:rsidR="00EC137D" w:rsidRPr="00975DE6">
              <w:rPr>
                <w:rFonts w:ascii="Times New Roman" w:hAnsi="Times New Roman"/>
                <w:sz w:val="24"/>
                <w:szCs w:val="24"/>
              </w:rPr>
              <w:t>grup totalnych</w:t>
            </w:r>
            <w:r w:rsidR="002D56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975DE6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975DE6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75DE6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975DE6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975DE6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3F26A5" w:rsidRPr="00975DE6" w14:paraId="4A76D71B" w14:textId="77777777" w:rsidTr="00E174FD">
        <w:tc>
          <w:tcPr>
            <w:tcW w:w="1701" w:type="dxa"/>
          </w:tcPr>
          <w:p w14:paraId="6B62B06F" w14:textId="6D93E4C5" w:rsidR="00D35B76" w:rsidRPr="00975DE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smallCaps w:val="0"/>
                <w:szCs w:val="24"/>
              </w:rPr>
              <w:t>EK</w:t>
            </w:r>
            <w:r w:rsidR="002D56A8">
              <w:rPr>
                <w:b w:val="0"/>
                <w:smallCaps w:val="0"/>
                <w:szCs w:val="24"/>
              </w:rPr>
              <w:t xml:space="preserve"> (</w:t>
            </w:r>
            <w:r w:rsidRPr="00975DE6">
              <w:rPr>
                <w:b w:val="0"/>
                <w:smallCaps w:val="0"/>
                <w:szCs w:val="24"/>
              </w:rPr>
              <w:t xml:space="preserve">efekt </w:t>
            </w:r>
            <w:r w:rsidR="002D56A8">
              <w:rPr>
                <w:b w:val="0"/>
                <w:smallCaps w:val="0"/>
                <w:szCs w:val="24"/>
              </w:rPr>
              <w:t>uczenia się</w:t>
            </w:r>
            <w:r w:rsidRPr="00975DE6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975DE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30CD5DB0" w:rsidR="00D35B76" w:rsidRPr="00975DE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Treść efektu </w:t>
            </w:r>
            <w:r w:rsidR="00321490">
              <w:rPr>
                <w:b w:val="0"/>
                <w:smallCaps w:val="0"/>
                <w:szCs w:val="24"/>
              </w:rPr>
              <w:t>uczenia się</w:t>
            </w:r>
            <w:r w:rsidRPr="00975DE6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975DE6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5DBC42D7" w14:textId="77777777" w:rsidR="002D56A8" w:rsidRDefault="002D56A8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7126FE6" w14:textId="77777777" w:rsidR="00960011" w:rsidRPr="00975DE6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07A2F24B" w:rsidR="00D35B76" w:rsidRPr="00975DE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Odnie</w:t>
            </w:r>
            <w:r w:rsidR="002D56A8">
              <w:rPr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3F26A5" w:rsidRPr="00975DE6" w14:paraId="3AAF83CC" w14:textId="77777777" w:rsidTr="00E174FD">
        <w:tc>
          <w:tcPr>
            <w:tcW w:w="1701" w:type="dxa"/>
          </w:tcPr>
          <w:p w14:paraId="56CA4017" w14:textId="698C4154" w:rsidR="00D35B76" w:rsidRPr="00975DE6" w:rsidRDefault="00712EAE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EK_01</w:t>
            </w:r>
          </w:p>
          <w:p w14:paraId="2809872D" w14:textId="77777777" w:rsidR="00D35B76" w:rsidRPr="00975DE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25A6210B" w:rsidR="00D35B76" w:rsidRPr="00975DE6" w:rsidRDefault="006C273A" w:rsidP="00321490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 xml:space="preserve">Zna </w:t>
            </w:r>
            <w:r w:rsidR="002C7279">
              <w:rPr>
                <w:rFonts w:ascii="Times New Roman" w:hAnsi="Times New Roman"/>
                <w:sz w:val="24"/>
                <w:szCs w:val="24"/>
              </w:rPr>
              <w:t xml:space="preserve">w sposób uporządkowany i pogłębiony 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 xml:space="preserve">sposoby analizy i interpretacji </w:t>
            </w:r>
            <w:r w:rsidR="00FB07F5" w:rsidRPr="00975DE6">
              <w:rPr>
                <w:rFonts w:ascii="Times New Roman" w:hAnsi="Times New Roman"/>
                <w:sz w:val="24"/>
                <w:szCs w:val="24"/>
              </w:rPr>
              <w:t xml:space="preserve">motywów </w:t>
            </w:r>
            <w:r w:rsidR="00BE5453" w:rsidRPr="00975DE6">
              <w:rPr>
                <w:rFonts w:ascii="Times New Roman" w:hAnsi="Times New Roman"/>
                <w:sz w:val="24"/>
                <w:szCs w:val="24"/>
              </w:rPr>
              <w:t>oraz</w:t>
            </w:r>
            <w:r w:rsidR="00FB07F5" w:rsidRPr="00975DE6">
              <w:rPr>
                <w:rFonts w:ascii="Times New Roman" w:hAnsi="Times New Roman"/>
                <w:sz w:val="24"/>
                <w:szCs w:val="24"/>
              </w:rPr>
              <w:t xml:space="preserve"> mechanizmów </w:t>
            </w:r>
            <w:r w:rsidR="0077121F" w:rsidRPr="00975DE6">
              <w:rPr>
                <w:rFonts w:ascii="Times New Roman" w:hAnsi="Times New Roman"/>
                <w:sz w:val="24"/>
                <w:szCs w:val="24"/>
              </w:rPr>
              <w:t>wiązani</w:t>
            </w:r>
            <w:r w:rsidR="00FB07F5" w:rsidRPr="00975DE6">
              <w:rPr>
                <w:rFonts w:ascii="Times New Roman" w:hAnsi="Times New Roman"/>
                <w:sz w:val="24"/>
                <w:szCs w:val="24"/>
              </w:rPr>
              <w:t>a</w:t>
            </w:r>
            <w:r w:rsidR="0077121F" w:rsidRPr="00975DE6">
              <w:rPr>
                <w:rFonts w:ascii="Times New Roman" w:hAnsi="Times New Roman"/>
                <w:sz w:val="24"/>
                <w:szCs w:val="24"/>
              </w:rPr>
              <w:t xml:space="preserve"> się z sektą i</w:t>
            </w:r>
            <w:r w:rsidR="00BE5453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121F" w:rsidRPr="00975DE6">
              <w:rPr>
                <w:rFonts w:ascii="Times New Roman" w:hAnsi="Times New Roman"/>
                <w:sz w:val="24"/>
                <w:szCs w:val="24"/>
              </w:rPr>
              <w:t>pod</w:t>
            </w:r>
            <w:r w:rsidR="00BE5453" w:rsidRPr="00975DE6">
              <w:rPr>
                <w:rFonts w:ascii="Times New Roman" w:hAnsi="Times New Roman"/>
                <w:sz w:val="24"/>
                <w:szCs w:val="24"/>
              </w:rPr>
              <w:t>atności na jej wpływ</w:t>
            </w:r>
            <w:r w:rsidR="004558A3" w:rsidRPr="00975DE6">
              <w:rPr>
                <w:rFonts w:ascii="Times New Roman" w:hAnsi="Times New Roman"/>
                <w:sz w:val="24"/>
                <w:szCs w:val="24"/>
              </w:rPr>
              <w:t>,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9AD" w:rsidRPr="00975DE6">
              <w:rPr>
                <w:rFonts w:ascii="Times New Roman" w:hAnsi="Times New Roman"/>
                <w:sz w:val="24"/>
                <w:szCs w:val="24"/>
              </w:rPr>
              <w:t xml:space="preserve">zna </w:t>
            </w:r>
            <w:r w:rsidR="006E50F4" w:rsidRPr="00975DE6">
              <w:rPr>
                <w:rFonts w:ascii="Times New Roman" w:hAnsi="Times New Roman"/>
                <w:sz w:val="24"/>
                <w:szCs w:val="24"/>
              </w:rPr>
              <w:t xml:space="preserve">strategie 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>zapobiegani</w:t>
            </w:r>
            <w:r w:rsidR="00FB07F5" w:rsidRPr="00975DE6">
              <w:rPr>
                <w:rFonts w:ascii="Times New Roman" w:hAnsi="Times New Roman"/>
                <w:sz w:val="24"/>
                <w:szCs w:val="24"/>
              </w:rPr>
              <w:t>a</w:t>
            </w:r>
            <w:r w:rsidR="006E50F4" w:rsidRPr="00975DE6">
              <w:rPr>
                <w:rFonts w:ascii="Times New Roman" w:hAnsi="Times New Roman"/>
                <w:sz w:val="24"/>
                <w:szCs w:val="24"/>
              </w:rPr>
              <w:t xml:space="preserve"> wpływom </w:t>
            </w:r>
            <w:proofErr w:type="spellStart"/>
            <w:r w:rsidR="006E50F4" w:rsidRPr="00975DE6">
              <w:rPr>
                <w:rFonts w:ascii="Times New Roman" w:hAnsi="Times New Roman"/>
                <w:sz w:val="24"/>
                <w:szCs w:val="24"/>
              </w:rPr>
              <w:t>psychomanipulacyjnym</w:t>
            </w:r>
            <w:proofErr w:type="spellEnd"/>
            <w:r w:rsidR="002D56A8">
              <w:rPr>
                <w:rFonts w:ascii="Times New Roman" w:hAnsi="Times New Roman"/>
                <w:sz w:val="24"/>
                <w:szCs w:val="24"/>
              </w:rPr>
              <w:t>.</w:t>
            </w:r>
            <w:r w:rsidR="00205446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C210AFE" w14:textId="24AE47B9" w:rsidR="00D35B76" w:rsidRPr="00975DE6" w:rsidRDefault="00712EAE" w:rsidP="00F1534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K_W</w:t>
            </w:r>
            <w:r w:rsidR="006C273A" w:rsidRPr="00975DE6">
              <w:rPr>
                <w:b w:val="0"/>
                <w:smallCaps w:val="0"/>
                <w:szCs w:val="24"/>
              </w:rPr>
              <w:t>10</w:t>
            </w:r>
          </w:p>
        </w:tc>
      </w:tr>
      <w:tr w:rsidR="003F26A5" w:rsidRPr="00975DE6" w14:paraId="2DB1C905" w14:textId="77777777" w:rsidTr="00E174FD">
        <w:tc>
          <w:tcPr>
            <w:tcW w:w="1701" w:type="dxa"/>
          </w:tcPr>
          <w:p w14:paraId="7A5FF48F" w14:textId="77777777" w:rsidR="00712EAE" w:rsidRPr="00975DE6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975DE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7FD0C6E0" w:rsidR="00D35B76" w:rsidRPr="00975DE6" w:rsidRDefault="006C273A" w:rsidP="003214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 xml:space="preserve">Ma pogłębioną wiedzę o strukturze i przebiegu procesów </w:t>
            </w:r>
            <w:proofErr w:type="spellStart"/>
            <w:r w:rsidR="00105026" w:rsidRPr="00975DE6">
              <w:rPr>
                <w:rFonts w:ascii="Times New Roman" w:hAnsi="Times New Roman" w:cs="Times New Roman"/>
                <w:color w:val="auto"/>
              </w:rPr>
              <w:t>intrapsychicznych</w:t>
            </w:r>
            <w:proofErr w:type="spellEnd"/>
            <w:r w:rsidR="00105026" w:rsidRPr="00975DE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B84948" w:rsidRPr="00975DE6">
              <w:rPr>
                <w:rFonts w:ascii="Times New Roman" w:hAnsi="Times New Roman" w:cs="Times New Roman"/>
                <w:color w:val="auto"/>
              </w:rPr>
              <w:t xml:space="preserve">i interpersonalnych </w:t>
            </w:r>
            <w:r w:rsidR="00DD7523" w:rsidRPr="00975DE6">
              <w:rPr>
                <w:rFonts w:ascii="Times New Roman" w:hAnsi="Times New Roman" w:cs="Times New Roman"/>
                <w:color w:val="auto"/>
              </w:rPr>
              <w:t>kształtujących</w:t>
            </w:r>
            <w:r w:rsidR="00B84948" w:rsidRPr="00975DE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05026" w:rsidRPr="00975DE6">
              <w:rPr>
                <w:rFonts w:ascii="Times New Roman" w:hAnsi="Times New Roman" w:cs="Times New Roman"/>
                <w:color w:val="auto"/>
              </w:rPr>
              <w:t>umysł totalitarn</w:t>
            </w:r>
            <w:r w:rsidR="00DD7523" w:rsidRPr="00975DE6">
              <w:rPr>
                <w:rFonts w:ascii="Times New Roman" w:hAnsi="Times New Roman" w:cs="Times New Roman"/>
                <w:color w:val="auto"/>
              </w:rPr>
              <w:t>y</w:t>
            </w:r>
            <w:r w:rsidR="002D56A8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873" w:type="dxa"/>
          </w:tcPr>
          <w:p w14:paraId="156DBB29" w14:textId="218CFA89" w:rsidR="00D35B76" w:rsidRPr="00975DE6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>K_W</w:t>
            </w:r>
            <w:r w:rsidR="006C273A" w:rsidRPr="00975DE6">
              <w:rPr>
                <w:rFonts w:ascii="Times New Roman" w:hAnsi="Times New Roman" w:cs="Times New Roman"/>
                <w:color w:val="auto"/>
              </w:rPr>
              <w:t>13</w:t>
            </w:r>
          </w:p>
        </w:tc>
      </w:tr>
      <w:tr w:rsidR="003F26A5" w:rsidRPr="00975DE6" w14:paraId="13B70BE6" w14:textId="77777777" w:rsidTr="00E174FD">
        <w:tc>
          <w:tcPr>
            <w:tcW w:w="1701" w:type="dxa"/>
          </w:tcPr>
          <w:p w14:paraId="18799657" w14:textId="77777777" w:rsidR="00712EAE" w:rsidRPr="00975DE6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975DE6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2BF105CC" w:rsidR="00D35B76" w:rsidRPr="00975DE6" w:rsidRDefault="006C273A" w:rsidP="003214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 xml:space="preserve">Ma rozszerzoną wiedzę na temat </w:t>
            </w:r>
            <w:r w:rsidR="00327572" w:rsidRPr="00975DE6">
              <w:rPr>
                <w:rFonts w:ascii="Times New Roman" w:hAnsi="Times New Roman" w:cs="Times New Roman"/>
                <w:color w:val="auto"/>
              </w:rPr>
              <w:t xml:space="preserve">specyficznych </w:t>
            </w:r>
            <w:r w:rsidR="00DD7523" w:rsidRPr="00975DE6">
              <w:rPr>
                <w:rFonts w:ascii="Times New Roman" w:hAnsi="Times New Roman" w:cs="Times New Roman"/>
                <w:color w:val="auto"/>
              </w:rPr>
              <w:t>trudności</w:t>
            </w:r>
            <w:r w:rsidRPr="00975DE6">
              <w:rPr>
                <w:rFonts w:ascii="Times New Roman" w:hAnsi="Times New Roman" w:cs="Times New Roman"/>
                <w:color w:val="auto"/>
              </w:rPr>
              <w:t xml:space="preserve"> psychicznych</w:t>
            </w:r>
            <w:r w:rsidR="00DD7523" w:rsidRPr="00975DE6">
              <w:rPr>
                <w:rFonts w:ascii="Times New Roman" w:hAnsi="Times New Roman" w:cs="Times New Roman"/>
                <w:color w:val="auto"/>
              </w:rPr>
              <w:t xml:space="preserve"> związanych z przynależnością do sekt</w:t>
            </w:r>
            <w:r w:rsidRPr="00975DE6">
              <w:rPr>
                <w:rFonts w:ascii="Times New Roman" w:hAnsi="Times New Roman" w:cs="Times New Roman"/>
                <w:color w:val="auto"/>
              </w:rPr>
              <w:t>, diagnozy i pomocy psychologicznej</w:t>
            </w:r>
            <w:r w:rsidR="00A04386" w:rsidRPr="00975DE6">
              <w:rPr>
                <w:rFonts w:ascii="Times New Roman" w:hAnsi="Times New Roman" w:cs="Times New Roman"/>
                <w:color w:val="auto"/>
              </w:rPr>
              <w:t xml:space="preserve"> rodzinom osób poddanych </w:t>
            </w:r>
            <w:proofErr w:type="spellStart"/>
            <w:r w:rsidR="00A04386" w:rsidRPr="00975DE6">
              <w:rPr>
                <w:rFonts w:ascii="Times New Roman" w:hAnsi="Times New Roman" w:cs="Times New Roman"/>
                <w:color w:val="auto"/>
              </w:rPr>
              <w:t>psychomanipulacji</w:t>
            </w:r>
            <w:proofErr w:type="spellEnd"/>
            <w:r w:rsidRPr="00975DE6">
              <w:rPr>
                <w:rFonts w:ascii="Times New Roman" w:hAnsi="Times New Roman" w:cs="Times New Roman"/>
                <w:color w:val="auto"/>
              </w:rPr>
              <w:t>, a także psychoprofilaktyki</w:t>
            </w:r>
            <w:r w:rsidR="0034105B" w:rsidRPr="00975DE6">
              <w:rPr>
                <w:rFonts w:ascii="Times New Roman" w:hAnsi="Times New Roman" w:cs="Times New Roman"/>
                <w:color w:val="auto"/>
              </w:rPr>
              <w:t xml:space="preserve"> manipulacji psychologicznej </w:t>
            </w:r>
            <w:r w:rsidRPr="00975DE6">
              <w:rPr>
                <w:rFonts w:ascii="Times New Roman" w:hAnsi="Times New Roman" w:cs="Times New Roman"/>
                <w:color w:val="auto"/>
              </w:rPr>
              <w:t>i wybranych elementów terapii psychologicznej</w:t>
            </w:r>
            <w:r w:rsidR="00A04386" w:rsidRPr="00975DE6">
              <w:rPr>
                <w:rFonts w:ascii="Times New Roman" w:hAnsi="Times New Roman" w:cs="Times New Roman"/>
                <w:color w:val="auto"/>
              </w:rPr>
              <w:t xml:space="preserve"> byłych członków sekt</w:t>
            </w:r>
            <w:r w:rsidR="0034105B" w:rsidRPr="00975DE6">
              <w:rPr>
                <w:rFonts w:ascii="Times New Roman" w:hAnsi="Times New Roman" w:cs="Times New Roman"/>
                <w:color w:val="auto"/>
              </w:rPr>
              <w:t xml:space="preserve"> i grup totalnych</w:t>
            </w:r>
            <w:r w:rsidR="007601B0" w:rsidRPr="00975DE6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873" w:type="dxa"/>
          </w:tcPr>
          <w:p w14:paraId="0AE1CE61" w14:textId="6866B523" w:rsidR="00D35B76" w:rsidRPr="00975DE6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>K_</w:t>
            </w:r>
            <w:r w:rsidR="006C273A" w:rsidRPr="00975DE6">
              <w:rPr>
                <w:rFonts w:ascii="Times New Roman" w:hAnsi="Times New Roman" w:cs="Times New Roman"/>
                <w:color w:val="auto"/>
              </w:rPr>
              <w:t>W19</w:t>
            </w:r>
          </w:p>
        </w:tc>
      </w:tr>
      <w:tr w:rsidR="003F26A5" w:rsidRPr="00975DE6" w14:paraId="5F2BB7B7" w14:textId="77777777" w:rsidTr="00E174FD">
        <w:tc>
          <w:tcPr>
            <w:tcW w:w="1701" w:type="dxa"/>
          </w:tcPr>
          <w:p w14:paraId="705033EB" w14:textId="77777777" w:rsidR="00712EAE" w:rsidRPr="00975DE6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975DE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2183CC70" w:rsidR="00D35B76" w:rsidRPr="00975DE6" w:rsidRDefault="00154D39" w:rsidP="00321490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 xml:space="preserve">Potrafi </w:t>
            </w:r>
            <w:r w:rsidR="002C7279">
              <w:rPr>
                <w:rFonts w:ascii="Times New Roman" w:hAnsi="Times New Roman" w:cs="Times New Roman"/>
                <w:color w:val="auto"/>
              </w:rPr>
              <w:t xml:space="preserve">samodzielnie </w:t>
            </w:r>
            <w:r w:rsidRPr="00975DE6">
              <w:rPr>
                <w:rFonts w:ascii="Times New Roman" w:hAnsi="Times New Roman" w:cs="Times New Roman"/>
                <w:color w:val="auto"/>
              </w:rPr>
              <w:t xml:space="preserve">wyszukiwać i przetwarzać wiedzę na temat </w:t>
            </w:r>
            <w:r w:rsidR="00B805E6" w:rsidRPr="00975DE6">
              <w:rPr>
                <w:rFonts w:ascii="Times New Roman" w:hAnsi="Times New Roman" w:cs="Times New Roman"/>
                <w:color w:val="auto"/>
              </w:rPr>
              <w:t>procesu wikłania się młodych osób w sektę</w:t>
            </w:r>
            <w:r w:rsidRPr="00975DE6">
              <w:rPr>
                <w:rFonts w:ascii="Times New Roman" w:hAnsi="Times New Roman" w:cs="Times New Roman"/>
                <w:color w:val="auto"/>
              </w:rPr>
              <w:t xml:space="preserve"> i funkcjonowania </w:t>
            </w:r>
            <w:r w:rsidR="00B805E6" w:rsidRPr="00975DE6">
              <w:rPr>
                <w:rFonts w:ascii="Times New Roman" w:hAnsi="Times New Roman" w:cs="Times New Roman"/>
                <w:color w:val="auto"/>
              </w:rPr>
              <w:t>w jej środowisku</w:t>
            </w:r>
            <w:r w:rsidRPr="00975DE6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B805E6" w:rsidRPr="00975DE6">
              <w:rPr>
                <w:rFonts w:ascii="Times New Roman" w:hAnsi="Times New Roman" w:cs="Times New Roman"/>
                <w:color w:val="auto"/>
              </w:rPr>
              <w:t xml:space="preserve">trudności psychologicznych lub </w:t>
            </w:r>
            <w:r w:rsidRPr="00975DE6">
              <w:rPr>
                <w:rFonts w:ascii="Times New Roman" w:hAnsi="Times New Roman" w:cs="Times New Roman"/>
                <w:color w:val="auto"/>
              </w:rPr>
              <w:t xml:space="preserve">zaburzeń psychicznych </w:t>
            </w:r>
            <w:r w:rsidR="00B805E6" w:rsidRPr="00975DE6">
              <w:rPr>
                <w:rFonts w:ascii="Times New Roman" w:hAnsi="Times New Roman" w:cs="Times New Roman"/>
                <w:color w:val="auto"/>
              </w:rPr>
              <w:t xml:space="preserve">towarzyszących wchodzeniu do sekty i po jej opuszczeniu </w:t>
            </w:r>
            <w:r w:rsidRPr="00975DE6">
              <w:rPr>
                <w:rFonts w:ascii="Times New Roman" w:hAnsi="Times New Roman" w:cs="Times New Roman"/>
                <w:color w:val="auto"/>
              </w:rPr>
              <w:t>oraz diagnozy i pomocy psychologicznej</w:t>
            </w:r>
            <w:r w:rsidR="0034105B" w:rsidRPr="00975DE6">
              <w:rPr>
                <w:rFonts w:ascii="Times New Roman" w:hAnsi="Times New Roman" w:cs="Times New Roman"/>
                <w:color w:val="auto"/>
              </w:rPr>
              <w:t xml:space="preserve"> osobom</w:t>
            </w:r>
            <w:r w:rsidR="00CA5C01" w:rsidRPr="00975DE6">
              <w:rPr>
                <w:rFonts w:ascii="Times New Roman" w:hAnsi="Times New Roman" w:cs="Times New Roman"/>
                <w:color w:val="auto"/>
              </w:rPr>
              <w:t xml:space="preserve">, które uległy </w:t>
            </w:r>
            <w:proofErr w:type="spellStart"/>
            <w:r w:rsidR="00CA5C01" w:rsidRPr="00975DE6">
              <w:rPr>
                <w:rFonts w:ascii="Times New Roman" w:hAnsi="Times New Roman" w:cs="Times New Roman"/>
                <w:color w:val="auto"/>
              </w:rPr>
              <w:t>psychomanipulacji</w:t>
            </w:r>
            <w:proofErr w:type="spellEnd"/>
            <w:r w:rsidR="00B805E6" w:rsidRPr="00975DE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84F5F" w:rsidRPr="00975DE6">
              <w:rPr>
                <w:rFonts w:ascii="Times New Roman" w:hAnsi="Times New Roman" w:cs="Times New Roman"/>
                <w:color w:val="auto"/>
              </w:rPr>
              <w:t>głębokiej</w:t>
            </w:r>
            <w:r w:rsidR="007601B0" w:rsidRPr="00975DE6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873" w:type="dxa"/>
          </w:tcPr>
          <w:p w14:paraId="608B6843" w14:textId="0D577CC4" w:rsidR="00D35B76" w:rsidRPr="00975DE6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>K_</w:t>
            </w:r>
            <w:r w:rsidR="00154D39" w:rsidRPr="00975DE6">
              <w:rPr>
                <w:rFonts w:ascii="Times New Roman" w:hAnsi="Times New Roman" w:cs="Times New Roman"/>
                <w:color w:val="auto"/>
              </w:rPr>
              <w:t>U01</w:t>
            </w:r>
          </w:p>
        </w:tc>
      </w:tr>
      <w:tr w:rsidR="003F26A5" w:rsidRPr="00975DE6" w14:paraId="70C1EC4F" w14:textId="77777777" w:rsidTr="00E174FD">
        <w:tc>
          <w:tcPr>
            <w:tcW w:w="1701" w:type="dxa"/>
          </w:tcPr>
          <w:p w14:paraId="701397E1" w14:textId="77777777" w:rsidR="00154D39" w:rsidRPr="00975DE6" w:rsidRDefault="00154D39" w:rsidP="00154D3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EK_04</w:t>
            </w:r>
          </w:p>
          <w:p w14:paraId="6D95F197" w14:textId="77777777" w:rsidR="00154D39" w:rsidRPr="00975DE6" w:rsidRDefault="00154D39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C622AB0" w14:textId="54B259A9" w:rsidR="00154D39" w:rsidRPr="00975DE6" w:rsidRDefault="00154D39" w:rsidP="003214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 xml:space="preserve">Potrafi wykorzystywać </w:t>
            </w:r>
            <w:r w:rsidR="002C7279">
              <w:rPr>
                <w:rFonts w:ascii="Times New Roman" w:hAnsi="Times New Roman" w:cs="Times New Roman"/>
                <w:color w:val="auto"/>
              </w:rPr>
              <w:t>zaawansowane</w:t>
            </w:r>
            <w:r w:rsidRPr="00975DE6">
              <w:rPr>
                <w:rFonts w:ascii="Times New Roman" w:hAnsi="Times New Roman" w:cs="Times New Roman"/>
                <w:color w:val="auto"/>
              </w:rPr>
              <w:t xml:space="preserve"> techniki komunikacyjne i sprawnie porozumiewać się przy ich użyciu w kontakcie z </w:t>
            </w:r>
            <w:r w:rsidR="00E84F5F" w:rsidRPr="00975DE6">
              <w:rPr>
                <w:rFonts w:ascii="Times New Roman" w:hAnsi="Times New Roman" w:cs="Times New Roman"/>
                <w:color w:val="auto"/>
              </w:rPr>
              <w:t xml:space="preserve">rodzinami </w:t>
            </w:r>
            <w:r w:rsidR="00555AD4" w:rsidRPr="00975DE6">
              <w:rPr>
                <w:rFonts w:ascii="Times New Roman" w:hAnsi="Times New Roman" w:cs="Times New Roman"/>
                <w:color w:val="auto"/>
              </w:rPr>
              <w:t>poszukującymi</w:t>
            </w:r>
            <w:r w:rsidR="00E84F5F" w:rsidRPr="00975DE6">
              <w:rPr>
                <w:rFonts w:ascii="Times New Roman" w:hAnsi="Times New Roman" w:cs="Times New Roman"/>
                <w:color w:val="auto"/>
              </w:rPr>
              <w:t xml:space="preserve"> pomoc</w:t>
            </w:r>
            <w:r w:rsidR="00555AD4" w:rsidRPr="00975DE6">
              <w:rPr>
                <w:rFonts w:ascii="Times New Roman" w:hAnsi="Times New Roman" w:cs="Times New Roman"/>
                <w:color w:val="auto"/>
              </w:rPr>
              <w:t>y wskutek zw</w:t>
            </w:r>
            <w:r w:rsidR="00E84F5F" w:rsidRPr="00975DE6">
              <w:rPr>
                <w:rFonts w:ascii="Times New Roman" w:hAnsi="Times New Roman" w:cs="Times New Roman"/>
                <w:color w:val="auto"/>
              </w:rPr>
              <w:t xml:space="preserve">iązania się bliskiej </w:t>
            </w:r>
            <w:r w:rsidR="00555AD4" w:rsidRPr="00975DE6">
              <w:rPr>
                <w:rFonts w:ascii="Times New Roman" w:hAnsi="Times New Roman" w:cs="Times New Roman"/>
                <w:color w:val="auto"/>
              </w:rPr>
              <w:t xml:space="preserve">im </w:t>
            </w:r>
            <w:r w:rsidR="00E84F5F" w:rsidRPr="00975DE6">
              <w:rPr>
                <w:rFonts w:ascii="Times New Roman" w:hAnsi="Times New Roman" w:cs="Times New Roman"/>
                <w:color w:val="auto"/>
              </w:rPr>
              <w:t>osoby z sektą</w:t>
            </w:r>
            <w:r w:rsidR="00555AD4" w:rsidRPr="00975DE6">
              <w:rPr>
                <w:rFonts w:ascii="Times New Roman" w:hAnsi="Times New Roman" w:cs="Times New Roman"/>
                <w:color w:val="auto"/>
              </w:rPr>
              <w:t>,</w:t>
            </w:r>
            <w:r w:rsidRPr="00975DE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55AD4" w:rsidRPr="00975DE6">
              <w:rPr>
                <w:rFonts w:ascii="Times New Roman" w:hAnsi="Times New Roman" w:cs="Times New Roman"/>
                <w:color w:val="auto"/>
              </w:rPr>
              <w:t xml:space="preserve">z osobami poddanymi </w:t>
            </w:r>
            <w:proofErr w:type="spellStart"/>
            <w:r w:rsidR="00555AD4" w:rsidRPr="00975DE6">
              <w:rPr>
                <w:rFonts w:ascii="Times New Roman" w:hAnsi="Times New Roman" w:cs="Times New Roman"/>
                <w:color w:val="auto"/>
              </w:rPr>
              <w:t>psychomanipulacji</w:t>
            </w:r>
            <w:proofErr w:type="spellEnd"/>
            <w:r w:rsidR="00555AD4" w:rsidRPr="00975DE6">
              <w:rPr>
                <w:rFonts w:ascii="Times New Roman" w:hAnsi="Times New Roman" w:cs="Times New Roman"/>
                <w:color w:val="auto"/>
              </w:rPr>
              <w:t>, ale też</w:t>
            </w:r>
            <w:r w:rsidRPr="00975DE6">
              <w:rPr>
                <w:rFonts w:ascii="Times New Roman" w:hAnsi="Times New Roman" w:cs="Times New Roman"/>
                <w:color w:val="auto"/>
              </w:rPr>
              <w:t xml:space="preserve"> specjalistami w zakresie diagnozy i pomocy psychologicznej </w:t>
            </w:r>
            <w:r w:rsidR="00555AD4" w:rsidRPr="00975DE6">
              <w:rPr>
                <w:rFonts w:ascii="Times New Roman" w:hAnsi="Times New Roman" w:cs="Times New Roman"/>
                <w:color w:val="auto"/>
              </w:rPr>
              <w:t>oraz</w:t>
            </w:r>
            <w:r w:rsidRPr="00975DE6">
              <w:rPr>
                <w:rFonts w:ascii="Times New Roman" w:hAnsi="Times New Roman" w:cs="Times New Roman"/>
                <w:color w:val="auto"/>
              </w:rPr>
              <w:t xml:space="preserve"> innymi podmiotami</w:t>
            </w:r>
            <w:r w:rsidR="00555AD4" w:rsidRPr="00975DE6">
              <w:rPr>
                <w:rFonts w:ascii="Times New Roman" w:hAnsi="Times New Roman" w:cs="Times New Roman"/>
                <w:color w:val="auto"/>
              </w:rPr>
              <w:t xml:space="preserve">, z którymi współpraca może pomóc w rozwiązaniu zgłoszonego </w:t>
            </w:r>
            <w:r w:rsidR="00912150" w:rsidRPr="00975DE6">
              <w:rPr>
                <w:rFonts w:ascii="Times New Roman" w:hAnsi="Times New Roman" w:cs="Times New Roman"/>
                <w:color w:val="auto"/>
              </w:rPr>
              <w:t xml:space="preserve">przez rodzinę </w:t>
            </w:r>
            <w:r w:rsidR="00555AD4" w:rsidRPr="00975DE6">
              <w:rPr>
                <w:rFonts w:ascii="Times New Roman" w:hAnsi="Times New Roman" w:cs="Times New Roman"/>
                <w:color w:val="auto"/>
              </w:rPr>
              <w:t>problemu</w:t>
            </w:r>
            <w:r w:rsidR="007601B0" w:rsidRPr="00975DE6">
              <w:rPr>
                <w:rFonts w:ascii="Times New Roman" w:hAnsi="Times New Roman" w:cs="Times New Roman"/>
                <w:color w:val="auto"/>
              </w:rPr>
              <w:t>.</w:t>
            </w:r>
            <w:r w:rsidR="00555AD4" w:rsidRPr="00975DE6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4D0C6D17" w14:textId="39B63663" w:rsidR="00154D39" w:rsidRPr="00975DE6" w:rsidRDefault="00154D39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>K_U03</w:t>
            </w:r>
          </w:p>
        </w:tc>
      </w:tr>
      <w:tr w:rsidR="00154D39" w:rsidRPr="00975DE6" w14:paraId="244D7E5F" w14:textId="77777777" w:rsidTr="00E174FD">
        <w:tc>
          <w:tcPr>
            <w:tcW w:w="1701" w:type="dxa"/>
          </w:tcPr>
          <w:p w14:paraId="731E253A" w14:textId="77990F73" w:rsidR="00154D39" w:rsidRPr="00975DE6" w:rsidRDefault="00154D39" w:rsidP="00154D3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6871981" w14:textId="58781E60" w:rsidR="00154D39" w:rsidRPr="00975DE6" w:rsidRDefault="00154D39" w:rsidP="003214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>Ujawnia zachowania profesjonalne wynikające z podejmowanej działalności naukowej, diagnostycznej, profilaktycznej i terapeutycznej</w:t>
            </w:r>
            <w:r w:rsidR="00C07B93" w:rsidRPr="00975DE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66F2E" w:rsidRPr="00975DE6">
              <w:rPr>
                <w:rFonts w:ascii="Times New Roman" w:hAnsi="Times New Roman" w:cs="Times New Roman"/>
                <w:color w:val="auto"/>
              </w:rPr>
              <w:t>dotyczącej</w:t>
            </w:r>
            <w:r w:rsidR="00C07B93" w:rsidRPr="00975DE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130547" w:rsidRPr="00975DE6">
              <w:rPr>
                <w:rFonts w:ascii="Times New Roman" w:hAnsi="Times New Roman" w:cs="Times New Roman"/>
                <w:color w:val="auto"/>
              </w:rPr>
              <w:t>zjawiska</w:t>
            </w:r>
            <w:r w:rsidR="00C07B93" w:rsidRPr="00975DE6">
              <w:rPr>
                <w:rFonts w:ascii="Times New Roman" w:hAnsi="Times New Roman" w:cs="Times New Roman"/>
                <w:color w:val="auto"/>
              </w:rPr>
              <w:t xml:space="preserve"> sekt i </w:t>
            </w:r>
            <w:proofErr w:type="spellStart"/>
            <w:r w:rsidR="00C07B93" w:rsidRPr="00975DE6">
              <w:rPr>
                <w:rFonts w:ascii="Times New Roman" w:hAnsi="Times New Roman" w:cs="Times New Roman"/>
                <w:color w:val="auto"/>
              </w:rPr>
              <w:t>psychomanipulacji</w:t>
            </w:r>
            <w:proofErr w:type="spellEnd"/>
            <w:r w:rsidR="007601B0" w:rsidRPr="00975DE6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873" w:type="dxa"/>
          </w:tcPr>
          <w:p w14:paraId="67EA5861" w14:textId="750F8E19" w:rsidR="00154D39" w:rsidRPr="00975DE6" w:rsidRDefault="00154D39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t>K_K03</w:t>
            </w:r>
          </w:p>
        </w:tc>
      </w:tr>
      <w:tr w:rsidR="00136CD5" w:rsidRPr="00975DE6" w14:paraId="5AF9487D" w14:textId="77777777" w:rsidTr="00E174FD">
        <w:tc>
          <w:tcPr>
            <w:tcW w:w="1701" w:type="dxa"/>
          </w:tcPr>
          <w:p w14:paraId="08F71502" w14:textId="2B27FAD4" w:rsidR="00136CD5" w:rsidRPr="00975DE6" w:rsidRDefault="00136CD5" w:rsidP="00154D3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9EDAAF2" w14:textId="5EC9E07F" w:rsidR="00136CD5" w:rsidRPr="00975DE6" w:rsidRDefault="00A46740" w:rsidP="003214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Jest gotów do skutecznego upowszechniania </w:t>
            </w:r>
            <w:r w:rsidR="002C7279">
              <w:rPr>
                <w:rFonts w:ascii="Times New Roman" w:hAnsi="Times New Roman" w:cs="Times New Roman"/>
                <w:color w:val="auto"/>
              </w:rPr>
              <w:t xml:space="preserve">profesjonalnej </w:t>
            </w:r>
            <w:r>
              <w:rPr>
                <w:rFonts w:ascii="Times New Roman" w:hAnsi="Times New Roman" w:cs="Times New Roman"/>
                <w:color w:val="auto"/>
              </w:rPr>
              <w:t xml:space="preserve">wiedzy psychologicznej w zakresie </w:t>
            </w:r>
            <w:r w:rsidR="00D14544">
              <w:rPr>
                <w:rFonts w:ascii="Times New Roman" w:hAnsi="Times New Roman" w:cs="Times New Roman"/>
                <w:color w:val="auto"/>
              </w:rPr>
              <w:t>zapobiegania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C5016F">
              <w:rPr>
                <w:rFonts w:ascii="Times New Roman" w:hAnsi="Times New Roman" w:cs="Times New Roman"/>
                <w:color w:val="auto"/>
              </w:rPr>
              <w:lastRenderedPageBreak/>
              <w:t>psychomanipulacji</w:t>
            </w:r>
            <w:proofErr w:type="spellEnd"/>
            <w:r w:rsidR="00C5016F">
              <w:rPr>
                <w:rFonts w:ascii="Times New Roman" w:hAnsi="Times New Roman" w:cs="Times New Roman"/>
                <w:color w:val="auto"/>
              </w:rPr>
              <w:t xml:space="preserve">, psychoedukacji </w:t>
            </w:r>
            <w:r w:rsidR="00DA6AC6">
              <w:rPr>
                <w:rFonts w:ascii="Times New Roman" w:hAnsi="Times New Roman" w:cs="Times New Roman"/>
                <w:color w:val="auto"/>
              </w:rPr>
              <w:t xml:space="preserve">dotyczącej zagrożeń ze strony sekt </w:t>
            </w:r>
            <w:r w:rsidR="006C79EF">
              <w:rPr>
                <w:rFonts w:ascii="Times New Roman" w:hAnsi="Times New Roman" w:cs="Times New Roman"/>
                <w:color w:val="auto"/>
              </w:rPr>
              <w:t xml:space="preserve">oraz </w:t>
            </w:r>
            <w:r w:rsidR="00C5016F">
              <w:rPr>
                <w:rFonts w:ascii="Times New Roman" w:hAnsi="Times New Roman" w:cs="Times New Roman"/>
                <w:color w:val="auto"/>
              </w:rPr>
              <w:t>promocji zdrowia psychicznego.</w:t>
            </w:r>
          </w:p>
        </w:tc>
        <w:tc>
          <w:tcPr>
            <w:tcW w:w="1873" w:type="dxa"/>
          </w:tcPr>
          <w:p w14:paraId="7DC3C8BF" w14:textId="18311CBC" w:rsidR="00136CD5" w:rsidRPr="00975DE6" w:rsidRDefault="00136CD5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75DE6">
              <w:rPr>
                <w:rFonts w:ascii="Times New Roman" w:hAnsi="Times New Roman" w:cs="Times New Roman"/>
                <w:color w:val="auto"/>
              </w:rPr>
              <w:lastRenderedPageBreak/>
              <w:t>K_K</w:t>
            </w:r>
            <w:r>
              <w:rPr>
                <w:rFonts w:ascii="Times New Roman" w:hAnsi="Times New Roman" w:cs="Times New Roman"/>
                <w:color w:val="auto"/>
              </w:rPr>
              <w:t>22</w:t>
            </w:r>
          </w:p>
        </w:tc>
      </w:tr>
    </w:tbl>
    <w:p w14:paraId="5E5DC7B9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76A704C" w14:textId="77777777" w:rsidR="002D56A8" w:rsidRDefault="002D56A8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962BCE6" w14:textId="77777777" w:rsidR="002D56A8" w:rsidRDefault="002D56A8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BF57A40" w14:textId="77777777" w:rsidR="002D56A8" w:rsidRDefault="002D56A8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F3BB387" w14:textId="77777777" w:rsidR="002D56A8" w:rsidRPr="00975DE6" w:rsidRDefault="002D56A8" w:rsidP="009C54AE">
      <w:pPr>
        <w:pStyle w:val="Punktygwne"/>
        <w:spacing w:before="0" w:after="0"/>
        <w:rPr>
          <w:b w:val="0"/>
          <w:szCs w:val="24"/>
        </w:rPr>
      </w:pPr>
    </w:p>
    <w:p w14:paraId="5E3FA2D6" w14:textId="77777777" w:rsidR="002D56A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75DE6">
        <w:rPr>
          <w:rFonts w:ascii="Times New Roman" w:hAnsi="Times New Roman"/>
          <w:b/>
          <w:sz w:val="24"/>
          <w:szCs w:val="24"/>
        </w:rPr>
        <w:t>3.3</w:t>
      </w:r>
      <w:r w:rsidR="001D7B54" w:rsidRPr="00975DE6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975DE6">
        <w:rPr>
          <w:rFonts w:ascii="Times New Roman" w:hAnsi="Times New Roman"/>
          <w:b/>
          <w:sz w:val="24"/>
          <w:szCs w:val="24"/>
        </w:rPr>
        <w:t>T</w:t>
      </w:r>
      <w:r w:rsidR="001D7B54" w:rsidRPr="00975DE6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4EC3F13A" w14:textId="4A56DE75" w:rsidR="0085747A" w:rsidRPr="00975DE6" w:rsidRDefault="007327B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75DE6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975DE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75DE6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F26A5" w:rsidRPr="00975DE6" w14:paraId="45AE25BE" w14:textId="77777777" w:rsidTr="002D56A8">
        <w:tc>
          <w:tcPr>
            <w:tcW w:w="9491" w:type="dxa"/>
          </w:tcPr>
          <w:p w14:paraId="75EAA44D" w14:textId="77777777" w:rsidR="00B56E1F" w:rsidRPr="00975DE6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3F26A5" w:rsidRPr="00975DE6" w14:paraId="7E2C3E29" w14:textId="77777777" w:rsidTr="002D56A8">
        <w:tc>
          <w:tcPr>
            <w:tcW w:w="9491" w:type="dxa"/>
          </w:tcPr>
          <w:p w14:paraId="44EAC8F5" w14:textId="1B875CDA" w:rsidR="00B56E1F" w:rsidRPr="00975DE6" w:rsidRDefault="00B56E1F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1C5F52" w14:textId="77777777" w:rsidR="0085747A" w:rsidRPr="00975DE6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99E0DC" w14:textId="6C5399C9" w:rsidR="0085747A" w:rsidRPr="002D56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75DE6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975DE6">
        <w:rPr>
          <w:rFonts w:ascii="Times New Roman" w:hAnsi="Times New Roman"/>
          <w:sz w:val="24"/>
          <w:szCs w:val="24"/>
        </w:rPr>
        <w:t xml:space="preserve">, </w:t>
      </w:r>
      <w:r w:rsidRPr="00975DE6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F26A5" w:rsidRPr="00975DE6" w14:paraId="71BA15D0" w14:textId="77777777" w:rsidTr="00755B41">
        <w:tc>
          <w:tcPr>
            <w:tcW w:w="9520" w:type="dxa"/>
          </w:tcPr>
          <w:p w14:paraId="4F5457D3" w14:textId="77777777" w:rsidR="0085747A" w:rsidRPr="00944C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C29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F26A5" w:rsidRPr="00975DE6" w14:paraId="5CDAB37D" w14:textId="77777777" w:rsidTr="00755B41">
        <w:tc>
          <w:tcPr>
            <w:tcW w:w="9520" w:type="dxa"/>
          </w:tcPr>
          <w:p w14:paraId="0AE3B671" w14:textId="03820BCD" w:rsidR="0085747A" w:rsidRPr="00975DE6" w:rsidRDefault="00AB6A7D" w:rsidP="00A74C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Pojęcie</w:t>
            </w:r>
            <w:r w:rsidR="00D12939" w:rsidRPr="00975DE6">
              <w:rPr>
                <w:rFonts w:ascii="Times New Roman" w:hAnsi="Times New Roman"/>
                <w:sz w:val="24"/>
                <w:szCs w:val="24"/>
              </w:rPr>
              <w:t xml:space="preserve">, geneza, </w:t>
            </w:r>
            <w:r w:rsidR="00B86955" w:rsidRPr="00975DE6">
              <w:rPr>
                <w:rFonts w:ascii="Times New Roman" w:hAnsi="Times New Roman"/>
                <w:sz w:val="24"/>
                <w:szCs w:val="24"/>
              </w:rPr>
              <w:t>typy</w:t>
            </w:r>
            <w:r w:rsidR="00D12939" w:rsidRPr="00975DE6">
              <w:rPr>
                <w:rFonts w:ascii="Times New Roman" w:hAnsi="Times New Roman"/>
                <w:sz w:val="24"/>
                <w:szCs w:val="24"/>
              </w:rPr>
              <w:t xml:space="preserve"> i mechanizmy funkcjonowania</w:t>
            </w:r>
            <w:r w:rsidR="00845F43" w:rsidRPr="00975DE6">
              <w:rPr>
                <w:rFonts w:ascii="Times New Roman" w:hAnsi="Times New Roman"/>
                <w:sz w:val="24"/>
                <w:szCs w:val="24"/>
              </w:rPr>
              <w:t xml:space="preserve"> sekt</w:t>
            </w:r>
            <w:r w:rsidR="00D12939" w:rsidRPr="00975DE6">
              <w:rPr>
                <w:rFonts w:ascii="Times New Roman" w:hAnsi="Times New Roman"/>
                <w:sz w:val="24"/>
                <w:szCs w:val="24"/>
              </w:rPr>
              <w:t>. Sekty dawniej i dziś.</w:t>
            </w:r>
            <w:r w:rsidR="00722C34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26A5" w:rsidRPr="00975DE6" w14:paraId="119668E6" w14:textId="77777777" w:rsidTr="00755B41">
        <w:tc>
          <w:tcPr>
            <w:tcW w:w="9520" w:type="dxa"/>
          </w:tcPr>
          <w:p w14:paraId="4D24A338" w14:textId="548AC16B" w:rsidR="00755B41" w:rsidRPr="00975DE6" w:rsidRDefault="002C798F" w:rsidP="00A74C2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5DE6">
              <w:rPr>
                <w:rFonts w:ascii="Times New Roman" w:hAnsi="Times New Roman"/>
                <w:sz w:val="24"/>
                <w:szCs w:val="24"/>
              </w:rPr>
              <w:t>Psychomanipulacja</w:t>
            </w:r>
            <w:proofErr w:type="spellEnd"/>
            <w:r w:rsidR="00431748" w:rsidRPr="00975DE6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 xml:space="preserve">podatność </w:t>
            </w:r>
            <w:r w:rsidR="00431748" w:rsidRPr="00975DE6">
              <w:rPr>
                <w:rFonts w:ascii="Times New Roman" w:hAnsi="Times New Roman"/>
                <w:sz w:val="24"/>
                <w:szCs w:val="24"/>
              </w:rPr>
              <w:t xml:space="preserve">na </w:t>
            </w:r>
            <w:proofErr w:type="spellStart"/>
            <w:r w:rsidR="00431748" w:rsidRPr="00975DE6">
              <w:rPr>
                <w:rFonts w:ascii="Times New Roman" w:hAnsi="Times New Roman"/>
                <w:sz w:val="24"/>
                <w:szCs w:val="24"/>
              </w:rPr>
              <w:t>psychomanipulację</w:t>
            </w:r>
            <w:proofErr w:type="spellEnd"/>
            <w:r w:rsidR="00431748" w:rsidRPr="00975DE6">
              <w:rPr>
                <w:rFonts w:ascii="Times New Roman" w:hAnsi="Times New Roman"/>
                <w:sz w:val="24"/>
                <w:szCs w:val="24"/>
              </w:rPr>
              <w:t>.</w:t>
            </w:r>
            <w:r w:rsidR="009C5039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748" w:rsidRPr="00975DE6">
              <w:rPr>
                <w:rFonts w:ascii="Times New Roman" w:hAnsi="Times New Roman"/>
                <w:sz w:val="24"/>
                <w:szCs w:val="24"/>
              </w:rPr>
              <w:t>U</w:t>
            </w:r>
            <w:r w:rsidR="00622A1D" w:rsidRPr="00975DE6">
              <w:rPr>
                <w:rFonts w:ascii="Times New Roman" w:hAnsi="Times New Roman"/>
                <w:sz w:val="24"/>
                <w:szCs w:val="24"/>
              </w:rPr>
              <w:t>mysł totalitarny</w:t>
            </w:r>
            <w:r w:rsidR="00431748" w:rsidRPr="00975DE6">
              <w:rPr>
                <w:rFonts w:ascii="Times New Roman" w:hAnsi="Times New Roman"/>
                <w:sz w:val="24"/>
                <w:szCs w:val="24"/>
              </w:rPr>
              <w:t>.</w:t>
            </w:r>
            <w:r w:rsidR="00D12939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748" w:rsidRPr="00975DE6">
              <w:rPr>
                <w:rFonts w:ascii="Times New Roman" w:hAnsi="Times New Roman"/>
                <w:sz w:val="24"/>
                <w:szCs w:val="24"/>
              </w:rPr>
              <w:t>T</w:t>
            </w:r>
            <w:r w:rsidR="00D12939" w:rsidRPr="00975DE6">
              <w:rPr>
                <w:rFonts w:ascii="Times New Roman" w:hAnsi="Times New Roman"/>
                <w:sz w:val="24"/>
                <w:szCs w:val="24"/>
              </w:rPr>
              <w:t>ypy „guru”</w:t>
            </w:r>
          </w:p>
        </w:tc>
      </w:tr>
      <w:tr w:rsidR="003F26A5" w:rsidRPr="00975DE6" w14:paraId="6D6F6BB4" w14:textId="77777777" w:rsidTr="00755B41">
        <w:tc>
          <w:tcPr>
            <w:tcW w:w="9520" w:type="dxa"/>
          </w:tcPr>
          <w:p w14:paraId="5242F2F4" w14:textId="4CD45F00" w:rsidR="00622A1D" w:rsidRPr="00975DE6" w:rsidRDefault="00622A1D" w:rsidP="00622A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Diagnoza trudności i pomoc psychologiczna rodzinie osoby związanej z sektą</w:t>
            </w:r>
          </w:p>
        </w:tc>
      </w:tr>
      <w:tr w:rsidR="003F26A5" w:rsidRPr="00975DE6" w14:paraId="45578FB3" w14:textId="77777777" w:rsidTr="00755B41">
        <w:tc>
          <w:tcPr>
            <w:tcW w:w="9520" w:type="dxa"/>
          </w:tcPr>
          <w:p w14:paraId="5407ABD3" w14:textId="6F443FE6" w:rsidR="00622A1D" w:rsidRPr="00975DE6" w:rsidRDefault="00622A1D" w:rsidP="00622A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 xml:space="preserve">Praca z rodziną i nastolatkiem </w:t>
            </w:r>
            <w:r w:rsidR="00022A54" w:rsidRPr="00975DE6">
              <w:rPr>
                <w:rFonts w:ascii="Times New Roman" w:hAnsi="Times New Roman"/>
                <w:sz w:val="24"/>
                <w:szCs w:val="24"/>
              </w:rPr>
              <w:t xml:space="preserve">uwikłanym w relację z </w:t>
            </w:r>
            <w:r w:rsidR="00D12939" w:rsidRPr="00975DE6">
              <w:rPr>
                <w:rFonts w:ascii="Times New Roman" w:hAnsi="Times New Roman"/>
                <w:sz w:val="24"/>
                <w:szCs w:val="24"/>
              </w:rPr>
              <w:t>osob</w:t>
            </w:r>
            <w:r w:rsidR="00022A54" w:rsidRPr="00975DE6">
              <w:rPr>
                <w:rFonts w:ascii="Times New Roman" w:hAnsi="Times New Roman"/>
                <w:sz w:val="24"/>
                <w:szCs w:val="24"/>
              </w:rPr>
              <w:t>ą manipulującą</w:t>
            </w:r>
          </w:p>
        </w:tc>
      </w:tr>
      <w:tr w:rsidR="003F26A5" w:rsidRPr="00975DE6" w14:paraId="752C553E" w14:textId="77777777" w:rsidTr="00755B41">
        <w:tc>
          <w:tcPr>
            <w:tcW w:w="9520" w:type="dxa"/>
          </w:tcPr>
          <w:p w14:paraId="24914C64" w14:textId="43298509" w:rsidR="00622A1D" w:rsidRPr="00975DE6" w:rsidRDefault="00622A1D" w:rsidP="00622A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Specyficzne problemy i strategie udzielania pomocy psychologicznej byłym członkom sekt lub grup totalnych</w:t>
            </w:r>
          </w:p>
        </w:tc>
      </w:tr>
      <w:tr w:rsidR="003F26A5" w:rsidRPr="00975DE6" w14:paraId="51E34D13" w14:textId="77777777" w:rsidTr="00755B41">
        <w:tc>
          <w:tcPr>
            <w:tcW w:w="9520" w:type="dxa"/>
          </w:tcPr>
          <w:p w14:paraId="2717AA0C" w14:textId="29D0D411" w:rsidR="00622A1D" w:rsidRPr="00975DE6" w:rsidRDefault="00622A1D" w:rsidP="00622A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 xml:space="preserve">Rozpoznawanie </w:t>
            </w:r>
            <w:proofErr w:type="spellStart"/>
            <w:r w:rsidRPr="00975DE6">
              <w:rPr>
                <w:rFonts w:ascii="Times New Roman" w:hAnsi="Times New Roman"/>
                <w:sz w:val="24"/>
                <w:szCs w:val="24"/>
              </w:rPr>
              <w:t>psychomanipulacji</w:t>
            </w:r>
            <w:proofErr w:type="spellEnd"/>
            <w:r w:rsidR="00CA5C01" w:rsidRPr="00975DE6">
              <w:rPr>
                <w:rFonts w:ascii="Times New Roman" w:hAnsi="Times New Roman"/>
                <w:sz w:val="24"/>
                <w:szCs w:val="24"/>
              </w:rPr>
              <w:t xml:space="preserve"> i jej </w:t>
            </w:r>
            <w:r w:rsidR="00E84F5F" w:rsidRPr="00975DE6">
              <w:rPr>
                <w:rFonts w:ascii="Times New Roman" w:hAnsi="Times New Roman"/>
                <w:sz w:val="24"/>
                <w:szCs w:val="24"/>
              </w:rPr>
              <w:t>poziomów</w:t>
            </w:r>
            <w:r w:rsidR="00022A54" w:rsidRPr="00975DE6">
              <w:rPr>
                <w:rFonts w:ascii="Times New Roman" w:hAnsi="Times New Roman"/>
                <w:sz w:val="24"/>
                <w:szCs w:val="24"/>
              </w:rPr>
              <w:t>. T</w:t>
            </w:r>
            <w:r w:rsidRPr="00975DE6">
              <w:rPr>
                <w:rFonts w:ascii="Times New Roman" w:hAnsi="Times New Roman"/>
                <w:sz w:val="24"/>
                <w:szCs w:val="24"/>
              </w:rPr>
              <w:t>rening krytycznego odbioru ofert</w:t>
            </w:r>
          </w:p>
        </w:tc>
      </w:tr>
      <w:tr w:rsidR="00622A1D" w:rsidRPr="00975DE6" w14:paraId="49A0CCCA" w14:textId="77777777" w:rsidTr="00755B41">
        <w:tc>
          <w:tcPr>
            <w:tcW w:w="9520" w:type="dxa"/>
          </w:tcPr>
          <w:p w14:paraId="116ACF56" w14:textId="08448A5D" w:rsidR="00622A1D" w:rsidRPr="00975DE6" w:rsidRDefault="00D12939" w:rsidP="00622A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Zagadnienia</w:t>
            </w:r>
            <w:r w:rsidR="009243EE" w:rsidRPr="00975DE6">
              <w:rPr>
                <w:rFonts w:ascii="Times New Roman" w:hAnsi="Times New Roman"/>
                <w:sz w:val="24"/>
                <w:szCs w:val="24"/>
              </w:rPr>
              <w:t xml:space="preserve"> uzupełniające: woln</w:t>
            </w:r>
            <w:r w:rsidR="00A4351E" w:rsidRPr="00975DE6">
              <w:rPr>
                <w:rFonts w:ascii="Times New Roman" w:hAnsi="Times New Roman"/>
                <w:sz w:val="24"/>
                <w:szCs w:val="24"/>
              </w:rPr>
              <w:t>y wybór</w:t>
            </w:r>
            <w:r w:rsidR="009243EE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351E" w:rsidRPr="00975DE6">
              <w:rPr>
                <w:rFonts w:ascii="Times New Roman" w:hAnsi="Times New Roman"/>
                <w:sz w:val="24"/>
                <w:szCs w:val="24"/>
              </w:rPr>
              <w:t>vs.</w:t>
            </w:r>
            <w:r w:rsidR="009243EE" w:rsidRPr="00975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45F43" w:rsidRPr="00975DE6">
              <w:rPr>
                <w:rFonts w:ascii="Times New Roman" w:hAnsi="Times New Roman"/>
                <w:sz w:val="24"/>
                <w:szCs w:val="24"/>
              </w:rPr>
              <w:t>psychomanipulacj</w:t>
            </w:r>
            <w:r w:rsidR="00A4351E" w:rsidRPr="00975DE6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845F43" w:rsidRPr="00975DE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9650AD" w:rsidRPr="00975DE6">
              <w:rPr>
                <w:rFonts w:ascii="Times New Roman" w:hAnsi="Times New Roman"/>
                <w:sz w:val="24"/>
                <w:szCs w:val="24"/>
              </w:rPr>
              <w:t xml:space="preserve">uzależnienie psychiczne a więź; </w:t>
            </w:r>
            <w:r w:rsidR="00845F43" w:rsidRPr="00975DE6">
              <w:rPr>
                <w:rFonts w:ascii="Times New Roman" w:hAnsi="Times New Roman"/>
                <w:sz w:val="24"/>
                <w:szCs w:val="24"/>
              </w:rPr>
              <w:t>wi</w:t>
            </w:r>
            <w:r w:rsidR="000C2767" w:rsidRPr="00975DE6">
              <w:rPr>
                <w:rFonts w:ascii="Times New Roman" w:hAnsi="Times New Roman"/>
                <w:sz w:val="24"/>
                <w:szCs w:val="24"/>
              </w:rPr>
              <w:t>a</w:t>
            </w:r>
            <w:r w:rsidR="00845F43" w:rsidRPr="00975DE6">
              <w:rPr>
                <w:rFonts w:ascii="Times New Roman" w:hAnsi="Times New Roman"/>
                <w:sz w:val="24"/>
                <w:szCs w:val="24"/>
              </w:rPr>
              <w:t>ra a ideologia</w:t>
            </w:r>
          </w:p>
        </w:tc>
      </w:tr>
    </w:tbl>
    <w:p w14:paraId="6683DC43" w14:textId="77777777" w:rsidR="0085747A" w:rsidRPr="00975DE6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BA5EA8D" w14:textId="77777777" w:rsidR="0085747A" w:rsidRPr="00975DE6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75DE6">
        <w:rPr>
          <w:smallCaps w:val="0"/>
          <w:szCs w:val="24"/>
        </w:rPr>
        <w:t>3.4 Metody dydaktyczne</w:t>
      </w:r>
      <w:r w:rsidRPr="00975DE6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975DE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EDA90A8" w14:textId="252CB9FF" w:rsidR="0085747A" w:rsidRPr="00975DE6" w:rsidRDefault="002D56A8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Ćwiczenia: m</w:t>
      </w:r>
      <w:r w:rsidR="00A132C5" w:rsidRPr="00975DE6">
        <w:rPr>
          <w:b w:val="0"/>
          <w:smallCaps w:val="0"/>
          <w:szCs w:val="24"/>
        </w:rPr>
        <w:t>ini-wykład, analiza przypadku</w:t>
      </w:r>
      <w:r w:rsidR="00831FF4" w:rsidRPr="00975DE6">
        <w:rPr>
          <w:b w:val="0"/>
          <w:smallCaps w:val="0"/>
          <w:szCs w:val="24"/>
        </w:rPr>
        <w:t xml:space="preserve"> z elementami inscenizacji</w:t>
      </w:r>
      <w:r w:rsidR="00A132C5" w:rsidRPr="00975DE6">
        <w:rPr>
          <w:b w:val="0"/>
          <w:smallCaps w:val="0"/>
          <w:szCs w:val="24"/>
        </w:rPr>
        <w:t xml:space="preserve">, </w:t>
      </w:r>
      <w:r w:rsidR="00853797" w:rsidRPr="00975DE6">
        <w:rPr>
          <w:b w:val="0"/>
          <w:smallCaps w:val="0"/>
          <w:szCs w:val="24"/>
        </w:rPr>
        <w:t>praca</w:t>
      </w:r>
      <w:r w:rsidR="00050CE1" w:rsidRPr="00975DE6">
        <w:rPr>
          <w:b w:val="0"/>
          <w:smallCaps w:val="0"/>
          <w:szCs w:val="24"/>
        </w:rPr>
        <w:t xml:space="preserve"> indywidualna,</w:t>
      </w:r>
      <w:r w:rsidR="00853797" w:rsidRPr="00975DE6">
        <w:rPr>
          <w:b w:val="0"/>
          <w:smallCaps w:val="0"/>
          <w:szCs w:val="24"/>
        </w:rPr>
        <w:t xml:space="preserve"> </w:t>
      </w:r>
      <w:r w:rsidR="00C55F15" w:rsidRPr="00975DE6">
        <w:rPr>
          <w:b w:val="0"/>
          <w:smallCaps w:val="0"/>
          <w:szCs w:val="24"/>
        </w:rPr>
        <w:t>w parach i małych grupach</w:t>
      </w:r>
      <w:r w:rsidR="00853797" w:rsidRPr="00975DE6">
        <w:rPr>
          <w:b w:val="0"/>
          <w:smallCaps w:val="0"/>
          <w:szCs w:val="24"/>
        </w:rPr>
        <w:t xml:space="preserve"> nad zadaniem problemowym</w:t>
      </w:r>
      <w:r w:rsidR="00C55F15" w:rsidRPr="00975DE6">
        <w:rPr>
          <w:b w:val="0"/>
          <w:smallCaps w:val="0"/>
          <w:szCs w:val="24"/>
        </w:rPr>
        <w:t xml:space="preserve">, </w:t>
      </w:r>
      <w:r w:rsidR="00A132C5" w:rsidRPr="00975DE6">
        <w:rPr>
          <w:b w:val="0"/>
          <w:smallCaps w:val="0"/>
          <w:szCs w:val="24"/>
        </w:rPr>
        <w:t>dyskusja</w:t>
      </w:r>
      <w:r>
        <w:rPr>
          <w:b w:val="0"/>
          <w:smallCaps w:val="0"/>
          <w:szCs w:val="24"/>
        </w:rPr>
        <w:t>.</w:t>
      </w:r>
    </w:p>
    <w:p w14:paraId="41EC439D" w14:textId="77777777" w:rsidR="00E960BB" w:rsidRPr="00975DE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975DE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75DE6">
        <w:rPr>
          <w:smallCaps w:val="0"/>
          <w:szCs w:val="24"/>
        </w:rPr>
        <w:t xml:space="preserve">4. </w:t>
      </w:r>
      <w:r w:rsidR="0085747A" w:rsidRPr="00975DE6">
        <w:rPr>
          <w:smallCaps w:val="0"/>
          <w:szCs w:val="24"/>
        </w:rPr>
        <w:t>METODY I KRYTERIA OCENY</w:t>
      </w:r>
      <w:r w:rsidR="009F4610" w:rsidRPr="00975DE6">
        <w:rPr>
          <w:smallCaps w:val="0"/>
          <w:szCs w:val="24"/>
        </w:rPr>
        <w:t xml:space="preserve"> </w:t>
      </w:r>
    </w:p>
    <w:p w14:paraId="01D9A1D9" w14:textId="77777777" w:rsidR="0085747A" w:rsidRPr="00975DE6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75DE6">
        <w:rPr>
          <w:smallCaps w:val="0"/>
          <w:szCs w:val="24"/>
        </w:rPr>
        <w:t xml:space="preserve">4.1 Sposoby weryfikacji efektów </w:t>
      </w:r>
      <w:r w:rsidR="00C05F44" w:rsidRPr="00975DE6">
        <w:rPr>
          <w:smallCaps w:val="0"/>
          <w:szCs w:val="24"/>
        </w:rPr>
        <w:t>uczenia się</w:t>
      </w:r>
    </w:p>
    <w:p w14:paraId="1522BDED" w14:textId="77777777" w:rsidR="0085747A" w:rsidRPr="00975DE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3F26A5" w:rsidRPr="00975DE6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975DE6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49CE7619" w:rsidR="0085747A" w:rsidRPr="00975DE6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Metody oceny efektów uczenia </w:t>
            </w:r>
            <w:r w:rsidR="003F26A5" w:rsidRPr="00975DE6">
              <w:rPr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975DE6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(</w:t>
            </w:r>
            <w:r w:rsidR="0085747A" w:rsidRPr="00975DE6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975DE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68CA1EE2" w:rsidR="0085747A" w:rsidRPr="00975DE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>,</w:t>
            </w:r>
            <w:r w:rsidR="006C273A" w:rsidRPr="00975DE6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="006C273A" w:rsidRPr="00975DE6">
              <w:rPr>
                <w:b w:val="0"/>
                <w:smallCaps w:val="0"/>
                <w:szCs w:val="24"/>
              </w:rPr>
              <w:t>warszt</w:t>
            </w:r>
            <w:proofErr w:type="spellEnd"/>
            <w:r w:rsidR="006C273A" w:rsidRPr="00975DE6">
              <w:rPr>
                <w:b w:val="0"/>
                <w:smallCaps w:val="0"/>
                <w:szCs w:val="24"/>
              </w:rPr>
              <w:t>.</w:t>
            </w:r>
            <w:r w:rsidRPr="00975DE6">
              <w:rPr>
                <w:b w:val="0"/>
                <w:smallCaps w:val="0"/>
                <w:szCs w:val="24"/>
              </w:rPr>
              <w:t xml:space="preserve"> …)</w:t>
            </w:r>
          </w:p>
        </w:tc>
      </w:tr>
      <w:tr w:rsidR="003F26A5" w:rsidRPr="00975DE6" w14:paraId="310B68A6" w14:textId="77777777" w:rsidTr="00944C29">
        <w:trPr>
          <w:trHeight w:val="385"/>
        </w:trPr>
        <w:tc>
          <w:tcPr>
            <w:tcW w:w="1985" w:type="dxa"/>
          </w:tcPr>
          <w:p w14:paraId="2DB216DC" w14:textId="77777777" w:rsidR="00B0496C" w:rsidRPr="00975DE6" w:rsidRDefault="00B0496C" w:rsidP="00944C2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6BC86FE2" w:rsidR="00B0496C" w:rsidRPr="00944C29" w:rsidRDefault="00C40444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C29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0C36E567" w14:textId="13E33182" w:rsidR="00B0496C" w:rsidRPr="00944C29" w:rsidRDefault="00944C29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3F26A5" w:rsidRPr="00975DE6" w14:paraId="4C7DF8DE" w14:textId="77777777" w:rsidTr="00C05F44">
        <w:tc>
          <w:tcPr>
            <w:tcW w:w="1985" w:type="dxa"/>
          </w:tcPr>
          <w:p w14:paraId="1DBA860B" w14:textId="77777777" w:rsidR="00B0496C" w:rsidRPr="00975DE6" w:rsidRDefault="00B0496C" w:rsidP="00944C2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0FC444A3" w:rsidR="00B0496C" w:rsidRPr="00944C29" w:rsidRDefault="00C40444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C29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18428F3E" w14:textId="2270DBEB" w:rsidR="00B0496C" w:rsidRPr="00944C29" w:rsidRDefault="00944C29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3F26A5" w:rsidRPr="00975DE6" w14:paraId="17156572" w14:textId="77777777" w:rsidTr="00321490">
        <w:trPr>
          <w:trHeight w:val="166"/>
        </w:trPr>
        <w:tc>
          <w:tcPr>
            <w:tcW w:w="1985" w:type="dxa"/>
          </w:tcPr>
          <w:p w14:paraId="17C13118" w14:textId="77777777" w:rsidR="00B0496C" w:rsidRPr="00975DE6" w:rsidRDefault="00B0496C" w:rsidP="00944C2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0E20AAE0" w:rsidR="00B0496C" w:rsidRPr="00944C29" w:rsidRDefault="00C40444" w:rsidP="00321490">
            <w:pPr>
              <w:tabs>
                <w:tab w:val="center" w:pos="2613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C29">
              <w:rPr>
                <w:rFonts w:ascii="Times New Roman" w:hAnsi="Times New Roman"/>
                <w:sz w:val="24"/>
                <w:szCs w:val="24"/>
              </w:rPr>
              <w:t>kolokwium</w:t>
            </w:r>
            <w:r w:rsidR="0032149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14:paraId="3637D5E4" w14:textId="5B2EB966" w:rsidR="00B0496C" w:rsidRPr="00944C29" w:rsidRDefault="00944C29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3F26A5" w:rsidRPr="00975DE6" w14:paraId="13B19633" w14:textId="77777777" w:rsidTr="00C05F44">
        <w:tc>
          <w:tcPr>
            <w:tcW w:w="1985" w:type="dxa"/>
          </w:tcPr>
          <w:p w14:paraId="2AE1832F" w14:textId="77777777" w:rsidR="00B0496C" w:rsidRPr="00975DE6" w:rsidRDefault="00B0496C" w:rsidP="00944C2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549C03CD" w:rsidR="00B0496C" w:rsidRPr="00944C29" w:rsidRDefault="0082321A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C29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711DF55" w14:textId="5F8FB5CD" w:rsidR="00B0496C" w:rsidRPr="00944C29" w:rsidRDefault="00944C29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944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4D1B" w:rsidRPr="00975DE6" w14:paraId="560C862A" w14:textId="77777777" w:rsidTr="00C05F44">
        <w:tc>
          <w:tcPr>
            <w:tcW w:w="1985" w:type="dxa"/>
          </w:tcPr>
          <w:p w14:paraId="12D23563" w14:textId="381CD187" w:rsidR="000C4D1B" w:rsidRPr="00975DE6" w:rsidRDefault="000C4D1B" w:rsidP="00944C2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556D455" w14:textId="495DD09F" w:rsidR="000C4D1B" w:rsidRPr="00944C29" w:rsidRDefault="009031AA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C29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F1C91A8" w14:textId="0E7F5D77" w:rsidR="000C4D1B" w:rsidRPr="00944C29" w:rsidRDefault="00944C29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7D7525" w:rsidRPr="00975DE6" w14:paraId="677A34D6" w14:textId="77777777" w:rsidTr="00C05F44">
        <w:tc>
          <w:tcPr>
            <w:tcW w:w="1985" w:type="dxa"/>
          </w:tcPr>
          <w:p w14:paraId="63B307AE" w14:textId="0564BCFB" w:rsidR="007D7525" w:rsidRPr="00975DE6" w:rsidRDefault="007D7525" w:rsidP="00944C2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663A853C" w14:textId="0CBF4F0E" w:rsidR="007D7525" w:rsidRPr="00944C29" w:rsidRDefault="007D7525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C29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1645A1" w14:textId="4B21867D" w:rsidR="007D7525" w:rsidRDefault="007D7525" w:rsidP="003214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14:paraId="1EDBDF99" w14:textId="77777777" w:rsidR="00923D7D" w:rsidRPr="00975DE6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730BFCD" w14:textId="77777777" w:rsidR="002D56A8" w:rsidRDefault="002D56A8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741DA57B" w14:textId="77777777" w:rsidR="0085747A" w:rsidRPr="00975DE6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75DE6">
        <w:rPr>
          <w:smallCaps w:val="0"/>
          <w:szCs w:val="24"/>
        </w:rPr>
        <w:t xml:space="preserve">4.2 </w:t>
      </w:r>
      <w:r w:rsidR="0085747A" w:rsidRPr="00975DE6">
        <w:rPr>
          <w:smallCaps w:val="0"/>
          <w:szCs w:val="24"/>
        </w:rPr>
        <w:t>Warunki zaliczenia przedmiotu (kryteria oceniania)</w:t>
      </w:r>
      <w:r w:rsidR="00923D7D" w:rsidRPr="00975DE6">
        <w:rPr>
          <w:smallCaps w:val="0"/>
          <w:szCs w:val="24"/>
        </w:rPr>
        <w:t xml:space="preserve"> </w:t>
      </w:r>
    </w:p>
    <w:p w14:paraId="306242AA" w14:textId="5461C8CC" w:rsidR="009B53BB" w:rsidRPr="00975DE6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975DE6">
        <w:rPr>
          <w:b w:val="0"/>
          <w:smallCaps w:val="0"/>
          <w:szCs w:val="24"/>
        </w:rPr>
        <w:t xml:space="preserve">1. </w:t>
      </w:r>
      <w:r w:rsidR="002D56A8">
        <w:rPr>
          <w:b w:val="0"/>
          <w:smallCaps w:val="0"/>
          <w:szCs w:val="24"/>
        </w:rPr>
        <w:t>O</w:t>
      </w:r>
      <w:r w:rsidR="00C40444" w:rsidRPr="00975DE6">
        <w:rPr>
          <w:b w:val="0"/>
          <w:smallCaps w:val="0"/>
          <w:szCs w:val="24"/>
        </w:rPr>
        <w:t>becność na zajęciach</w:t>
      </w:r>
      <w:r w:rsidR="002D56A8">
        <w:rPr>
          <w:b w:val="0"/>
          <w:smallCaps w:val="0"/>
          <w:szCs w:val="24"/>
        </w:rPr>
        <w:t>.</w:t>
      </w:r>
    </w:p>
    <w:p w14:paraId="47D705E3" w14:textId="4F6E2252" w:rsidR="00C84AFA" w:rsidRDefault="009B53BB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975DE6">
        <w:rPr>
          <w:b w:val="0"/>
          <w:smallCaps w:val="0"/>
          <w:szCs w:val="24"/>
        </w:rPr>
        <w:t>2</w:t>
      </w:r>
      <w:r w:rsidR="006C273A" w:rsidRPr="00975DE6">
        <w:rPr>
          <w:b w:val="0"/>
          <w:smallCaps w:val="0"/>
          <w:szCs w:val="24"/>
        </w:rPr>
        <w:t>.</w:t>
      </w:r>
      <w:r w:rsidR="002D56A8">
        <w:rPr>
          <w:b w:val="0"/>
          <w:smallCaps w:val="0"/>
          <w:szCs w:val="24"/>
        </w:rPr>
        <w:t xml:space="preserve"> P</w:t>
      </w:r>
      <w:r w:rsidR="00C40444" w:rsidRPr="00975DE6">
        <w:rPr>
          <w:b w:val="0"/>
          <w:smallCaps w:val="0"/>
          <w:szCs w:val="24"/>
        </w:rPr>
        <w:t>ozytywna ocena z kolokwium</w:t>
      </w:r>
      <w:r w:rsidR="00C84AFA">
        <w:rPr>
          <w:b w:val="0"/>
          <w:smallCaps w:val="0"/>
          <w:szCs w:val="24"/>
        </w:rPr>
        <w:t>, ocena wg skali:</w:t>
      </w:r>
    </w:p>
    <w:p w14:paraId="1F09A677" w14:textId="77777777" w:rsidR="00C84AFA" w:rsidRPr="00334938" w:rsidRDefault="00C84AFA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5043E444" w14:textId="77777777" w:rsidR="00C84AFA" w:rsidRPr="00334938" w:rsidRDefault="00C84AFA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5798F804" w14:textId="77777777" w:rsidR="00C84AFA" w:rsidRPr="00334938" w:rsidRDefault="00C84AFA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lastRenderedPageBreak/>
        <w:t xml:space="preserve">z drobnymi błędami) </w:t>
      </w:r>
    </w:p>
    <w:p w14:paraId="226FA033" w14:textId="77777777" w:rsidR="00C84AFA" w:rsidRPr="00334938" w:rsidRDefault="00C84AFA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2F6189D6" w14:textId="77777777" w:rsidR="00C84AFA" w:rsidRPr="00334938" w:rsidRDefault="00C84AFA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4BF1B141" w14:textId="77777777" w:rsidR="00C84AFA" w:rsidRPr="00334938" w:rsidRDefault="00C84AFA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1229F4A4" w14:textId="77777777" w:rsidR="00C84AFA" w:rsidRPr="00334938" w:rsidRDefault="00C84AFA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6E9AEBE0" w14:textId="77777777" w:rsidR="00C84AFA" w:rsidRPr="00334938" w:rsidRDefault="00C84AFA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4857E856" w14:textId="77777777" w:rsidR="00C84AFA" w:rsidRPr="00334938" w:rsidRDefault="00C84AFA" w:rsidP="00C84AFA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1D35509F" w14:textId="0A45EA0E" w:rsidR="00C84AFA" w:rsidRDefault="00C84AFA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0E15AFFB" w14:textId="4DDB068D" w:rsidR="00D129ED" w:rsidRPr="00975DE6" w:rsidRDefault="00D129ED" w:rsidP="009B53BB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3. Praca projektowa</w:t>
      </w:r>
      <w:r w:rsidR="00041BA1">
        <w:rPr>
          <w:b w:val="0"/>
          <w:smallCaps w:val="0"/>
          <w:szCs w:val="24"/>
        </w:rPr>
        <w:t xml:space="preserve"> (zag</w:t>
      </w:r>
      <w:r w:rsidR="00CE51DF">
        <w:rPr>
          <w:b w:val="0"/>
          <w:smallCaps w:val="0"/>
          <w:szCs w:val="24"/>
        </w:rPr>
        <w:t>a</w:t>
      </w:r>
      <w:r w:rsidR="00041BA1">
        <w:rPr>
          <w:b w:val="0"/>
          <w:smallCaps w:val="0"/>
          <w:szCs w:val="24"/>
        </w:rPr>
        <w:t>dnieni</w:t>
      </w:r>
      <w:r w:rsidR="00CE51DF">
        <w:rPr>
          <w:b w:val="0"/>
          <w:smallCaps w:val="0"/>
          <w:szCs w:val="24"/>
        </w:rPr>
        <w:t>a</w:t>
      </w:r>
      <w:r w:rsidR="00041BA1">
        <w:rPr>
          <w:b w:val="0"/>
          <w:smallCaps w:val="0"/>
          <w:szCs w:val="24"/>
        </w:rPr>
        <w:t xml:space="preserve"> przeciwdziałania wikłaniu młodych ludzi w sekty i </w:t>
      </w:r>
      <w:proofErr w:type="spellStart"/>
      <w:r w:rsidR="00041BA1">
        <w:rPr>
          <w:b w:val="0"/>
          <w:smallCaps w:val="0"/>
          <w:szCs w:val="24"/>
        </w:rPr>
        <w:t>psychomanipulacji</w:t>
      </w:r>
      <w:proofErr w:type="spellEnd"/>
      <w:r w:rsidR="00041BA1">
        <w:rPr>
          <w:b w:val="0"/>
          <w:smallCaps w:val="0"/>
          <w:szCs w:val="24"/>
        </w:rPr>
        <w:t>)</w:t>
      </w:r>
    </w:p>
    <w:p w14:paraId="3199AE5E" w14:textId="5A3A8160" w:rsidR="00513607" w:rsidRPr="00011003" w:rsidRDefault="00D129ED" w:rsidP="00513607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4</w:t>
      </w:r>
      <w:r w:rsidR="005B45BA" w:rsidRPr="00975DE6">
        <w:rPr>
          <w:b w:val="0"/>
          <w:smallCaps w:val="0"/>
          <w:szCs w:val="24"/>
        </w:rPr>
        <w:t xml:space="preserve">. </w:t>
      </w:r>
      <w:r w:rsidR="002D56A8">
        <w:rPr>
          <w:b w:val="0"/>
          <w:smallCaps w:val="0"/>
          <w:szCs w:val="24"/>
        </w:rPr>
        <w:t>A</w:t>
      </w:r>
      <w:r w:rsidR="00541F4B" w:rsidRPr="00975DE6">
        <w:rPr>
          <w:b w:val="0"/>
          <w:smallCaps w:val="0"/>
          <w:szCs w:val="24"/>
        </w:rPr>
        <w:t xml:space="preserve">ktywny </w:t>
      </w:r>
      <w:r w:rsidR="006C19A9" w:rsidRPr="00975DE6">
        <w:rPr>
          <w:b w:val="0"/>
          <w:smallCaps w:val="0"/>
          <w:szCs w:val="24"/>
        </w:rPr>
        <w:t xml:space="preserve">udział w </w:t>
      </w:r>
      <w:r w:rsidR="00541F4B" w:rsidRPr="00975DE6">
        <w:rPr>
          <w:b w:val="0"/>
          <w:smallCaps w:val="0"/>
          <w:szCs w:val="24"/>
        </w:rPr>
        <w:t>zadaniach problemowych i dyskusji</w:t>
      </w:r>
      <w:r w:rsidR="00513607">
        <w:rPr>
          <w:b w:val="0"/>
          <w:smallCaps w:val="0"/>
          <w:szCs w:val="24"/>
        </w:rPr>
        <w:t>,</w:t>
      </w:r>
      <w:r w:rsidR="00513607" w:rsidRPr="00513607">
        <w:rPr>
          <w:szCs w:val="24"/>
        </w:rPr>
        <w:t xml:space="preserve"> </w:t>
      </w:r>
      <w:r w:rsidR="00513607">
        <w:rPr>
          <w:b w:val="0"/>
          <w:smallCaps w:val="0"/>
          <w:szCs w:val="24"/>
        </w:rPr>
        <w:t>samodzielne studium przypadku, symulacja wywiadu diagnostycznego podczas ćwiczeń.</w:t>
      </w:r>
    </w:p>
    <w:p w14:paraId="10FE1D7B" w14:textId="6BD8D0B9" w:rsidR="00944C29" w:rsidRDefault="00944C29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14:paraId="643AF576" w14:textId="77777777" w:rsidR="002D56A8" w:rsidRDefault="002D56A8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975DE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75DE6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975DE6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3F26A5" w:rsidRPr="00975DE6" w14:paraId="4B0441A4" w14:textId="77777777" w:rsidTr="002D56A8">
        <w:tc>
          <w:tcPr>
            <w:tcW w:w="6266" w:type="dxa"/>
            <w:vAlign w:val="center"/>
          </w:tcPr>
          <w:p w14:paraId="36DF6095" w14:textId="77777777" w:rsidR="000C5696" w:rsidRPr="00975DE6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5DE6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254" w:type="dxa"/>
            <w:vAlign w:val="center"/>
          </w:tcPr>
          <w:p w14:paraId="3288F3F8" w14:textId="77777777" w:rsidR="000C5696" w:rsidRPr="00975DE6" w:rsidRDefault="000C5696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5DE6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F26A5" w:rsidRPr="00975DE6" w14:paraId="05D39134" w14:textId="77777777" w:rsidTr="002D56A8">
        <w:tc>
          <w:tcPr>
            <w:tcW w:w="6266" w:type="dxa"/>
          </w:tcPr>
          <w:p w14:paraId="7D571487" w14:textId="77777777" w:rsidR="000C5696" w:rsidRPr="00975DE6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3254" w:type="dxa"/>
          </w:tcPr>
          <w:p w14:paraId="10BB8B16" w14:textId="7FD03A50" w:rsidR="000C5696" w:rsidRPr="00975DE6" w:rsidRDefault="006C273A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F26A5" w:rsidRPr="00975DE6" w14:paraId="3DF32911" w14:textId="77777777" w:rsidTr="002D56A8">
        <w:tc>
          <w:tcPr>
            <w:tcW w:w="6266" w:type="dxa"/>
          </w:tcPr>
          <w:p w14:paraId="207632F0" w14:textId="0E561604" w:rsidR="000C5696" w:rsidRPr="00975DE6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975D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18CD9C1" w14:textId="721DC9F7" w:rsidR="000C5696" w:rsidRPr="00975DE6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-</w:t>
            </w:r>
            <w:r w:rsidR="002D5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975DE6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3254" w:type="dxa"/>
          </w:tcPr>
          <w:p w14:paraId="52D7581D" w14:textId="77777777" w:rsidR="003B346E" w:rsidRPr="00975DE6" w:rsidRDefault="003B346E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8AC6A3" w14:textId="5600A88B" w:rsidR="000C5696" w:rsidRPr="00975DE6" w:rsidRDefault="000653E4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F26A5" w:rsidRPr="00975DE6" w14:paraId="301489F0" w14:textId="77777777" w:rsidTr="002D56A8">
        <w:tc>
          <w:tcPr>
            <w:tcW w:w="6266" w:type="dxa"/>
          </w:tcPr>
          <w:p w14:paraId="1757DC93" w14:textId="77777777" w:rsidR="00E55FAE" w:rsidRPr="00975DE6" w:rsidRDefault="00E55FAE" w:rsidP="00E55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975DE6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975DE6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7509001D" w14:textId="72550FA7" w:rsidR="008F03B0" w:rsidRDefault="00E55FAE" w:rsidP="00761A6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61A6C" w:rsidRPr="00975DE6">
              <w:rPr>
                <w:rFonts w:ascii="Times New Roman" w:hAnsi="Times New Roman"/>
                <w:sz w:val="24"/>
                <w:szCs w:val="24"/>
              </w:rPr>
              <w:t>s</w:t>
            </w:r>
            <w:r w:rsidR="007A36F6" w:rsidRPr="00975DE6">
              <w:rPr>
                <w:rFonts w:ascii="Times New Roman" w:hAnsi="Times New Roman"/>
                <w:sz w:val="24"/>
                <w:szCs w:val="24"/>
              </w:rPr>
              <w:t>tudiowanie literatury</w:t>
            </w:r>
          </w:p>
          <w:p w14:paraId="50CFB1C0" w14:textId="4A393197" w:rsidR="000653E4" w:rsidRPr="00975DE6" w:rsidRDefault="000653E4" w:rsidP="00761A6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zajęć</w:t>
            </w:r>
          </w:p>
          <w:p w14:paraId="77645C5B" w14:textId="5729FBA7" w:rsidR="00950BF0" w:rsidRPr="00975DE6" w:rsidRDefault="00950BF0" w:rsidP="00761A6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- przygotowanie do zaliczenia</w:t>
            </w:r>
          </w:p>
        </w:tc>
        <w:tc>
          <w:tcPr>
            <w:tcW w:w="3254" w:type="dxa"/>
          </w:tcPr>
          <w:p w14:paraId="5D6816B1" w14:textId="77777777" w:rsidR="00E464E3" w:rsidRPr="00975DE6" w:rsidRDefault="00E464E3" w:rsidP="002D56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4ABDD7" w14:textId="0A64A9F7" w:rsidR="003B346E" w:rsidRPr="00975DE6" w:rsidRDefault="000653E4" w:rsidP="002D56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5BFDF184" w14:textId="0580007E" w:rsidR="00E464E3" w:rsidRDefault="000653E4" w:rsidP="002D56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6274A616" w14:textId="5614E70F" w:rsidR="000653E4" w:rsidRPr="00975DE6" w:rsidRDefault="000653E4" w:rsidP="002D56A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F26A5" w:rsidRPr="00975DE6" w14:paraId="02915295" w14:textId="77777777" w:rsidTr="002D56A8">
        <w:tc>
          <w:tcPr>
            <w:tcW w:w="6266" w:type="dxa"/>
          </w:tcPr>
          <w:p w14:paraId="1EFC7DE7" w14:textId="77777777" w:rsidR="000C5696" w:rsidRPr="00975DE6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75DE6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14:paraId="5776C5DB" w14:textId="00985123" w:rsidR="000C5696" w:rsidRPr="00975DE6" w:rsidRDefault="000653E4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975DE6" w14:paraId="3A81EC9D" w14:textId="77777777" w:rsidTr="002D56A8">
        <w:tc>
          <w:tcPr>
            <w:tcW w:w="6266" w:type="dxa"/>
          </w:tcPr>
          <w:p w14:paraId="1C19C073" w14:textId="77777777" w:rsidR="000C5696" w:rsidRPr="00975DE6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75DE6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14:paraId="22F8B69A" w14:textId="1EBEBCE5" w:rsidR="000C5696" w:rsidRPr="00975DE6" w:rsidRDefault="000653E4" w:rsidP="002D56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5A952A2C" w14:textId="77777777" w:rsidR="0085747A" w:rsidRPr="00975DE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975DE6">
        <w:rPr>
          <w:b w:val="0"/>
          <w:i/>
          <w:smallCaps w:val="0"/>
          <w:szCs w:val="24"/>
        </w:rPr>
        <w:t xml:space="preserve">* </w:t>
      </w:r>
      <w:r w:rsidR="00C61DC5" w:rsidRPr="00975DE6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975DE6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975DE6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975DE6">
        <w:rPr>
          <w:smallCaps w:val="0"/>
          <w:szCs w:val="24"/>
        </w:rPr>
        <w:t xml:space="preserve">6. </w:t>
      </w:r>
      <w:r w:rsidR="0085747A" w:rsidRPr="00975DE6">
        <w:rPr>
          <w:smallCaps w:val="0"/>
          <w:szCs w:val="24"/>
        </w:rPr>
        <w:t>PRAKTYKI ZAWO</w:t>
      </w:r>
      <w:r w:rsidR="009C1331" w:rsidRPr="00975DE6">
        <w:rPr>
          <w:smallCaps w:val="0"/>
          <w:szCs w:val="24"/>
        </w:rPr>
        <w:t>DOWE W RAMACH PRZEDMIOTU</w:t>
      </w:r>
    </w:p>
    <w:p w14:paraId="55CE3E9F" w14:textId="77777777" w:rsidR="0085747A" w:rsidRPr="00975DE6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F26A5" w:rsidRPr="00975DE6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975DE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259C1AAA" w:rsidR="0085747A" w:rsidRPr="00975DE6" w:rsidRDefault="00944C2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975DE6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975DE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0DB68860" w:rsidR="0085747A" w:rsidRPr="00975DE6" w:rsidRDefault="00944C2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975DE6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4E78C9A7" w:rsidR="0085747A" w:rsidRPr="00975DE6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975DE6">
        <w:rPr>
          <w:smallCaps w:val="0"/>
          <w:szCs w:val="24"/>
        </w:rPr>
        <w:t xml:space="preserve">7. </w:t>
      </w:r>
      <w:r w:rsidR="0085747A" w:rsidRPr="00975DE6">
        <w:rPr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F26A5" w:rsidRPr="00975DE6" w14:paraId="48AE14F8" w14:textId="77777777" w:rsidTr="00975DE6">
        <w:trPr>
          <w:trHeight w:val="397"/>
        </w:trPr>
        <w:tc>
          <w:tcPr>
            <w:tcW w:w="5000" w:type="pct"/>
          </w:tcPr>
          <w:p w14:paraId="42A098E6" w14:textId="2E9A713D" w:rsidR="00DA323B" w:rsidRDefault="00DA323B" w:rsidP="00761A6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944C29">
              <w:rPr>
                <w:bCs/>
                <w:smallCaps w:val="0"/>
                <w:szCs w:val="24"/>
              </w:rPr>
              <w:t>Literatura podstawowa:</w:t>
            </w:r>
          </w:p>
          <w:p w14:paraId="75F70AFF" w14:textId="77777777" w:rsidR="00944C29" w:rsidRPr="00944C29" w:rsidRDefault="00944C29" w:rsidP="00761A6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484AF3CD" w14:textId="1A7FD554" w:rsidR="00BD42F6" w:rsidRPr="00975DE6" w:rsidRDefault="00BD42F6" w:rsidP="00BD42F6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Kuncewicz, D., Opolska T., Wasiak, M. (2000).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Sekty. Przedmiot fascynacji i zagrożeń</w:t>
            </w:r>
            <w:r w:rsidRPr="00975DE6">
              <w:rPr>
                <w:b w:val="0"/>
                <w:smallCaps w:val="0"/>
                <w:szCs w:val="24"/>
              </w:rPr>
              <w:t>. Wars</w:t>
            </w:r>
            <w:r w:rsidR="00653DDD" w:rsidRPr="00975DE6">
              <w:rPr>
                <w:b w:val="0"/>
                <w:smallCaps w:val="0"/>
                <w:szCs w:val="24"/>
              </w:rPr>
              <w:t>z</w:t>
            </w:r>
            <w:r w:rsidRPr="00975DE6">
              <w:rPr>
                <w:b w:val="0"/>
                <w:smallCaps w:val="0"/>
                <w:szCs w:val="24"/>
              </w:rPr>
              <w:t>awa: CMPP-P.</w:t>
            </w:r>
          </w:p>
          <w:p w14:paraId="44CBA57C" w14:textId="522274ED" w:rsidR="007B047B" w:rsidRPr="00975DE6" w:rsidRDefault="007B047B" w:rsidP="00BD42F6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>Śliwa, M. (20</w:t>
            </w:r>
            <w:r w:rsidR="00EB7AE9" w:rsidRPr="00975DE6">
              <w:rPr>
                <w:b w:val="0"/>
                <w:smallCaps w:val="0"/>
                <w:szCs w:val="24"/>
              </w:rPr>
              <w:t>1</w:t>
            </w:r>
            <w:r w:rsidRPr="00975DE6">
              <w:rPr>
                <w:b w:val="0"/>
                <w:smallCaps w:val="0"/>
                <w:szCs w:val="24"/>
              </w:rPr>
              <w:t xml:space="preserve">4). Społeczne i psychologiczne aspekty totalitaryzmu, W: </w:t>
            </w:r>
            <w:r w:rsidR="00EB7AE9" w:rsidRPr="00975DE6">
              <w:rPr>
                <w:b w:val="0"/>
                <w:smallCaps w:val="0"/>
                <w:szCs w:val="24"/>
              </w:rPr>
              <w:t xml:space="preserve"> M. Sadowski, Spychalska A., Sadowa, K. (red.) </w:t>
            </w:r>
            <w:r w:rsidR="00EB7AE9" w:rsidRPr="00975DE6">
              <w:rPr>
                <w:b w:val="0"/>
                <w:i/>
                <w:iCs/>
                <w:smallCaps w:val="0"/>
                <w:szCs w:val="24"/>
              </w:rPr>
              <w:t xml:space="preserve">Acta </w:t>
            </w:r>
            <w:proofErr w:type="spellStart"/>
            <w:r w:rsidR="00EB7AE9" w:rsidRPr="00975DE6">
              <w:rPr>
                <w:b w:val="0"/>
                <w:i/>
                <w:iCs/>
                <w:smallCaps w:val="0"/>
                <w:szCs w:val="24"/>
              </w:rPr>
              <w:t>Erasmiana</w:t>
            </w:r>
            <w:proofErr w:type="spellEnd"/>
            <w:r w:rsidR="00EB7AE9" w:rsidRPr="00975DE6">
              <w:rPr>
                <w:b w:val="0"/>
                <w:i/>
                <w:iCs/>
                <w:smallCaps w:val="0"/>
                <w:szCs w:val="24"/>
              </w:rPr>
              <w:t xml:space="preserve"> VI. Ze studiów nad prawem, administracją i ekonomią</w:t>
            </w:r>
            <w:r w:rsidR="00EB7AE9" w:rsidRPr="00975DE6">
              <w:rPr>
                <w:b w:val="0"/>
                <w:smallCaps w:val="0"/>
                <w:szCs w:val="24"/>
              </w:rPr>
              <w:t xml:space="preserve">, (s. 327-353). </w:t>
            </w:r>
            <w:r w:rsidRPr="00975DE6">
              <w:rPr>
                <w:b w:val="0"/>
                <w:smallCaps w:val="0"/>
                <w:szCs w:val="24"/>
              </w:rPr>
              <w:t>Warszawa</w:t>
            </w:r>
            <w:r w:rsidR="00EB7AE9" w:rsidRPr="00975DE6">
              <w:rPr>
                <w:b w:val="0"/>
                <w:smallCaps w:val="0"/>
                <w:szCs w:val="24"/>
              </w:rPr>
              <w:t xml:space="preserve">: Wydział Prawa i Administracji </w:t>
            </w:r>
            <w:proofErr w:type="spellStart"/>
            <w:r w:rsidR="00EB7AE9" w:rsidRPr="00975DE6">
              <w:rPr>
                <w:b w:val="0"/>
                <w:smallCaps w:val="0"/>
                <w:szCs w:val="24"/>
              </w:rPr>
              <w:t>UWr</w:t>
            </w:r>
            <w:proofErr w:type="spellEnd"/>
            <w:r w:rsidR="00EB7AE9" w:rsidRPr="00975DE6">
              <w:rPr>
                <w:b w:val="0"/>
                <w:smallCaps w:val="0"/>
                <w:szCs w:val="24"/>
              </w:rPr>
              <w:t>.</w:t>
            </w:r>
          </w:p>
          <w:p w14:paraId="7A3CC868" w14:textId="12CF90E7" w:rsidR="001A0A3F" w:rsidRPr="00975DE6" w:rsidRDefault="001A0A3F" w:rsidP="001A0A3F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Wasiak, M. (2002). Modele pomocy rodzinom i członkom grup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psychomanipulacyjnych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 – próba spojrzenia w świetle systemowego rozumienia rodziny. W: </w:t>
            </w:r>
            <w:r w:rsidR="00BD42F6" w:rsidRPr="00975DE6">
              <w:rPr>
                <w:b w:val="0"/>
                <w:smallCaps w:val="0"/>
                <w:szCs w:val="24"/>
              </w:rPr>
              <w:t>E</w:t>
            </w:r>
            <w:r w:rsidRPr="00975DE6">
              <w:rPr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Narecka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, E. Ziarek (red.).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Psychomanipulacja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 a młodzież. Zjawisko – zagrożenia –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pomc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 (s. 61-70). Lublin: PP-P nr 3 w Lublinie.</w:t>
            </w:r>
          </w:p>
          <w:p w14:paraId="78289A22" w14:textId="2C39B52E" w:rsidR="008769E4" w:rsidRPr="00975DE6" w:rsidRDefault="008769E4" w:rsidP="001A0A3F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975DE6">
              <w:rPr>
                <w:b w:val="0"/>
                <w:smallCaps w:val="0"/>
                <w:szCs w:val="24"/>
              </w:rPr>
              <w:t>Yalom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, I. D. (2009.).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Religia i psychiatria</w:t>
            </w:r>
            <w:r w:rsidRPr="00975DE6">
              <w:rPr>
                <w:b w:val="0"/>
                <w:smallCaps w:val="0"/>
                <w:szCs w:val="24"/>
              </w:rPr>
              <w:t>. Warszawa: Paradygmat.</w:t>
            </w:r>
          </w:p>
        </w:tc>
      </w:tr>
      <w:tr w:rsidR="003F26A5" w:rsidRPr="00975DE6" w14:paraId="0D880534" w14:textId="77777777" w:rsidTr="00975DE6">
        <w:trPr>
          <w:trHeight w:val="397"/>
        </w:trPr>
        <w:tc>
          <w:tcPr>
            <w:tcW w:w="5000" w:type="pct"/>
          </w:tcPr>
          <w:p w14:paraId="5967496E" w14:textId="216DD0AD" w:rsidR="00DA323B" w:rsidRDefault="00DA323B" w:rsidP="00761A6C">
            <w:pPr>
              <w:pStyle w:val="Punktygwne"/>
              <w:spacing w:before="0" w:after="0"/>
              <w:jc w:val="both"/>
              <w:rPr>
                <w:bCs/>
                <w:smallCaps w:val="0"/>
                <w:szCs w:val="24"/>
              </w:rPr>
            </w:pPr>
            <w:r w:rsidRPr="00944C29">
              <w:rPr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0CEB3007" w14:textId="77777777" w:rsidR="00944C29" w:rsidRPr="00944C29" w:rsidRDefault="00944C29" w:rsidP="00761A6C">
            <w:pPr>
              <w:pStyle w:val="Punktygwne"/>
              <w:spacing w:before="0" w:after="0"/>
              <w:jc w:val="both"/>
              <w:rPr>
                <w:bCs/>
                <w:smallCaps w:val="0"/>
                <w:szCs w:val="24"/>
              </w:rPr>
            </w:pPr>
          </w:p>
          <w:p w14:paraId="017B247B" w14:textId="77777777" w:rsidR="004176A9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975DE6">
              <w:rPr>
                <w:b w:val="0"/>
                <w:smallCaps w:val="0"/>
                <w:szCs w:val="24"/>
              </w:rPr>
              <w:t>Abgral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, J-M. (2005).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Sekty. Manipulacja psychologiczna</w:t>
            </w:r>
            <w:r w:rsidRPr="00975DE6">
              <w:rPr>
                <w:b w:val="0"/>
                <w:smallCaps w:val="0"/>
                <w:szCs w:val="24"/>
              </w:rPr>
              <w:t>. Gdańsk: GWP.</w:t>
            </w:r>
          </w:p>
          <w:p w14:paraId="499D0897" w14:textId="77777777" w:rsidR="00BD42F6" w:rsidRPr="00975DE6" w:rsidRDefault="00BD42F6" w:rsidP="00BD42F6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  <w:lang w:val="en-US"/>
              </w:rPr>
              <w:t xml:space="preserve">Almendros, C., </w:t>
            </w:r>
            <w:proofErr w:type="spellStart"/>
            <w:r w:rsidRPr="00975DE6">
              <w:rPr>
                <w:b w:val="0"/>
                <w:smallCaps w:val="0"/>
                <w:szCs w:val="24"/>
                <w:lang w:val="en-US"/>
              </w:rPr>
              <w:t>Carrobles</w:t>
            </w:r>
            <w:proofErr w:type="spellEnd"/>
            <w:r w:rsidRPr="00975DE6">
              <w:rPr>
                <w:b w:val="0"/>
                <w:smallCaps w:val="0"/>
                <w:szCs w:val="24"/>
                <w:lang w:val="en-US"/>
              </w:rPr>
              <w:t xml:space="preserve"> J. A., Rodriguez-</w:t>
            </w:r>
            <w:proofErr w:type="spellStart"/>
            <w:r w:rsidRPr="00975DE6">
              <w:rPr>
                <w:b w:val="0"/>
                <w:smallCaps w:val="0"/>
                <w:szCs w:val="24"/>
                <w:lang w:val="en-US"/>
              </w:rPr>
              <w:t>Carballeira</w:t>
            </w:r>
            <w:proofErr w:type="spellEnd"/>
            <w:r w:rsidRPr="00975DE6">
              <w:rPr>
                <w:b w:val="0"/>
                <w:smallCaps w:val="0"/>
                <w:szCs w:val="24"/>
                <w:lang w:val="en-US"/>
              </w:rPr>
              <w:t xml:space="preserve">, A. (2008). </w:t>
            </w:r>
            <w:r w:rsidRPr="00975DE6">
              <w:rPr>
                <w:b w:val="0"/>
                <w:smallCaps w:val="0"/>
                <w:szCs w:val="24"/>
              </w:rPr>
              <w:t xml:space="preserve">Odejście z sekty, W: P. T. Nowakowski (red.),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Sekty jako problem współczesności</w:t>
            </w:r>
            <w:r w:rsidRPr="00975DE6">
              <w:rPr>
                <w:b w:val="0"/>
                <w:smallCaps w:val="0"/>
                <w:szCs w:val="24"/>
              </w:rPr>
              <w:t>. (s. 97-108). Mysłowice: GWSP im. Kardynała Hlonda.</w:t>
            </w:r>
          </w:p>
          <w:p w14:paraId="718A739B" w14:textId="77777777" w:rsidR="00BD42F6" w:rsidRPr="00975DE6" w:rsidRDefault="00BD42F6" w:rsidP="00BD42F6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Chlewiński, Z. (1991).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Dojrzałość: osobowość, sumienie, religijność</w:t>
            </w:r>
            <w:r w:rsidRPr="00975DE6">
              <w:rPr>
                <w:b w:val="0"/>
                <w:smallCaps w:val="0"/>
                <w:szCs w:val="24"/>
              </w:rPr>
              <w:t>. Poznań: W drodze.</w:t>
            </w:r>
          </w:p>
          <w:p w14:paraId="19F4FD4D" w14:textId="77777777" w:rsidR="00BD42F6" w:rsidRPr="00975DE6" w:rsidRDefault="00BD42F6" w:rsidP="00BD42F6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975DE6">
              <w:rPr>
                <w:b w:val="0"/>
                <w:smallCaps w:val="0"/>
                <w:szCs w:val="24"/>
              </w:rPr>
              <w:t>Czarnawska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, M. M. (1997).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Jak się bronić przed indoktrynacją?</w:t>
            </w:r>
            <w:r w:rsidRPr="00975DE6">
              <w:rPr>
                <w:b w:val="0"/>
                <w:smallCaps w:val="0"/>
                <w:szCs w:val="24"/>
              </w:rPr>
              <w:t xml:space="preserve"> Warszawa: Sokrates.</w:t>
            </w:r>
          </w:p>
          <w:p w14:paraId="04300EE2" w14:textId="77777777" w:rsidR="004176A9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975DE6">
              <w:rPr>
                <w:b w:val="0"/>
                <w:smallCaps w:val="0"/>
                <w:szCs w:val="24"/>
              </w:rPr>
              <w:t>Delsol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, Ch. (2020).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Nienawiść do świata. Totalitaryzmy i ponowoczesność</w:t>
            </w:r>
            <w:r w:rsidRPr="00975DE6">
              <w:rPr>
                <w:b w:val="0"/>
                <w:smallCaps w:val="0"/>
                <w:szCs w:val="24"/>
              </w:rPr>
              <w:t xml:space="preserve">. Warszawa: Instytut Wydawniczy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Pax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>.</w:t>
            </w:r>
          </w:p>
          <w:p w14:paraId="42B796CB" w14:textId="77777777" w:rsidR="004176A9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975DE6">
              <w:rPr>
                <w:b w:val="0"/>
                <w:smallCaps w:val="0"/>
                <w:szCs w:val="24"/>
              </w:rPr>
              <w:t>Goffman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, E. (2011).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Instytucje totalne. O pacjentach szpitali psychiatrycznych i mieszkańcach innych instytucji totalnych</w:t>
            </w:r>
            <w:r w:rsidRPr="00975DE6">
              <w:rPr>
                <w:b w:val="0"/>
                <w:smallCaps w:val="0"/>
                <w:szCs w:val="24"/>
              </w:rPr>
              <w:t>. Gdańsk: GWP.</w:t>
            </w:r>
          </w:p>
          <w:p w14:paraId="269D2755" w14:textId="77777777" w:rsidR="008769E4" w:rsidRPr="00975DE6" w:rsidRDefault="008769E4" w:rsidP="008769E4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Grom, B. (2022).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Psychologia religii</w:t>
            </w:r>
            <w:r w:rsidRPr="00975DE6">
              <w:rPr>
                <w:b w:val="0"/>
                <w:smallCaps w:val="0"/>
                <w:szCs w:val="24"/>
              </w:rPr>
              <w:t>, Warszawa: PWN [s. 266-282].</w:t>
            </w:r>
          </w:p>
          <w:p w14:paraId="3C8EBC92" w14:textId="77777777" w:rsidR="004176A9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Hassan, S. (1997).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Psychomanipulacja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 w sektach. Łódź: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Ravi</w:t>
            </w:r>
            <w:proofErr w:type="spellEnd"/>
          </w:p>
          <w:p w14:paraId="4AE4F412" w14:textId="77777777" w:rsidR="004176A9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Hassan, S. (2001).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Jak uwolnić się od manipulacji psychicznej w sekcie?</w:t>
            </w:r>
            <w:r w:rsidRPr="00975DE6">
              <w:rPr>
                <w:b w:val="0"/>
                <w:smallCaps w:val="0"/>
                <w:szCs w:val="24"/>
              </w:rPr>
              <w:t xml:space="preserve"> Łódź: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Ravi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>.</w:t>
            </w:r>
          </w:p>
          <w:p w14:paraId="4C7437DF" w14:textId="3AD4CAD0" w:rsidR="004176A9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Jarosz, M. (1996). Myślenie magiczne u ludzi zdrowych i w schizofrenii,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Psychiatra Polska, 30</w:t>
            </w:r>
            <w:r w:rsidRPr="00975DE6">
              <w:rPr>
                <w:b w:val="0"/>
                <w:smallCaps w:val="0"/>
                <w:szCs w:val="24"/>
              </w:rPr>
              <w:t>(3), 471-484.</w:t>
            </w:r>
          </w:p>
          <w:p w14:paraId="21903DFB" w14:textId="3D4381C2" w:rsidR="004176A9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Kuncewicz, D. (2005).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Kontrowersyjne grupy religijne. Psychologiczne aspekty przynależności</w:t>
            </w:r>
            <w:r w:rsidRPr="00975DE6">
              <w:rPr>
                <w:b w:val="0"/>
                <w:smallCaps w:val="0"/>
                <w:szCs w:val="24"/>
              </w:rPr>
              <w:t xml:space="preserve">. Tychy: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Maternus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 Media. [ss. 5-66] </w:t>
            </w:r>
          </w:p>
          <w:p w14:paraId="5ECA5A6D" w14:textId="40041050" w:rsidR="001A0A3F" w:rsidRPr="00975DE6" w:rsidRDefault="001A0A3F" w:rsidP="001A0A3F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Kuncewicz, D. (2008). Pomoc rodzinie z „problemem sekty” w ujęciu systemowym, W: P. T. Nowakowski (red.),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Sekty jako problem współczesności</w:t>
            </w:r>
            <w:r w:rsidRPr="00975DE6">
              <w:rPr>
                <w:b w:val="0"/>
                <w:smallCaps w:val="0"/>
                <w:szCs w:val="24"/>
              </w:rPr>
              <w:t xml:space="preserve"> (91-98). Mysłowice: GWSP im. Kardynała Hlonda.</w:t>
            </w:r>
          </w:p>
          <w:p w14:paraId="35A6831A" w14:textId="77777777" w:rsidR="004176A9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Nowakowski, P. T. (2001).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Sekty. Oblicza werbunku</w:t>
            </w:r>
            <w:r w:rsidRPr="00975DE6">
              <w:rPr>
                <w:b w:val="0"/>
                <w:smallCaps w:val="0"/>
                <w:szCs w:val="24"/>
              </w:rPr>
              <w:t xml:space="preserve">. Tychy: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Maternus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 Media</w:t>
            </w:r>
          </w:p>
          <w:p w14:paraId="500049C5" w14:textId="77777777" w:rsidR="004176A9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Nowakowski, P. T. (2008) (red). </w:t>
            </w:r>
            <w:r w:rsidRPr="00975DE6">
              <w:rPr>
                <w:b w:val="0"/>
                <w:i/>
                <w:iCs/>
                <w:smallCaps w:val="0"/>
                <w:szCs w:val="24"/>
              </w:rPr>
              <w:t>Sekty jako problem współczesności</w:t>
            </w:r>
            <w:r w:rsidRPr="00975DE6">
              <w:rPr>
                <w:b w:val="0"/>
                <w:smallCaps w:val="0"/>
                <w:szCs w:val="24"/>
              </w:rPr>
              <w:t>. Mysłowice: GWSP im. Kardynała Hlonda.</w:t>
            </w:r>
          </w:p>
          <w:p w14:paraId="05579F54" w14:textId="201A99C3" w:rsidR="00DA323B" w:rsidRPr="00975DE6" w:rsidRDefault="004176A9" w:rsidP="004176A9">
            <w:pPr>
              <w:pStyle w:val="Punktygwne"/>
              <w:spacing w:before="0" w:after="0"/>
              <w:ind w:left="485" w:hanging="485"/>
              <w:jc w:val="both"/>
              <w:rPr>
                <w:b w:val="0"/>
                <w:i/>
                <w:smallCaps w:val="0"/>
                <w:szCs w:val="24"/>
              </w:rPr>
            </w:pPr>
            <w:r w:rsidRPr="00975DE6">
              <w:rPr>
                <w:b w:val="0"/>
                <w:smallCaps w:val="0"/>
                <w:szCs w:val="24"/>
              </w:rPr>
              <w:t xml:space="preserve">Witkowski, T. (2000). </w:t>
            </w:r>
            <w:proofErr w:type="spellStart"/>
            <w:r w:rsidRPr="00975DE6">
              <w:rPr>
                <w:b w:val="0"/>
                <w:i/>
                <w:iCs/>
                <w:smallCaps w:val="0"/>
                <w:szCs w:val="24"/>
              </w:rPr>
              <w:t>Psychomanipulacje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 xml:space="preserve">. Wrocław: </w:t>
            </w:r>
            <w:proofErr w:type="spellStart"/>
            <w:r w:rsidRPr="00975DE6">
              <w:rPr>
                <w:b w:val="0"/>
                <w:smallCaps w:val="0"/>
                <w:szCs w:val="24"/>
              </w:rPr>
              <w:t>Unus</w:t>
            </w:r>
            <w:proofErr w:type="spellEnd"/>
            <w:r w:rsidRPr="00975DE6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363C4B65" w14:textId="77777777" w:rsidR="00DA323B" w:rsidRPr="00975DE6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422541AD" w14:textId="77777777" w:rsidR="00675843" w:rsidRPr="00975DE6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14:paraId="2A55577A" w14:textId="77777777" w:rsidR="0085747A" w:rsidRPr="00975DE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7099DB1" w14:textId="77777777" w:rsidR="0085747A" w:rsidRPr="00975DE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6F355E2" w14:textId="77777777" w:rsidR="0085747A" w:rsidRPr="00975DE6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975DE6">
        <w:rPr>
          <w:b w:val="0"/>
          <w:smallCaps w:val="0"/>
          <w:szCs w:val="24"/>
        </w:rPr>
        <w:t>Akceptacja Kierownika Jednostki lub osoby upoważnionej</w:t>
      </w:r>
    </w:p>
    <w:sectPr w:rsidR="0085747A" w:rsidRPr="00975DE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4658F" w14:textId="77777777" w:rsidR="008A419E" w:rsidRDefault="008A419E" w:rsidP="00C16ABF">
      <w:pPr>
        <w:spacing w:after="0" w:line="240" w:lineRule="auto"/>
      </w:pPr>
      <w:r>
        <w:separator/>
      </w:r>
    </w:p>
  </w:endnote>
  <w:endnote w:type="continuationSeparator" w:id="0">
    <w:p w14:paraId="71903448" w14:textId="77777777" w:rsidR="008A419E" w:rsidRDefault="008A41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A8646" w14:textId="77777777" w:rsidR="008A419E" w:rsidRDefault="008A419E" w:rsidP="00C16ABF">
      <w:pPr>
        <w:spacing w:after="0" w:line="240" w:lineRule="auto"/>
      </w:pPr>
      <w:r>
        <w:separator/>
      </w:r>
    </w:p>
  </w:footnote>
  <w:footnote w:type="continuationSeparator" w:id="0">
    <w:p w14:paraId="5BFAC7E8" w14:textId="77777777" w:rsidR="008A419E" w:rsidRDefault="008A419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04E82"/>
    <w:multiLevelType w:val="hybridMultilevel"/>
    <w:tmpl w:val="FFFFFFFF"/>
    <w:lvl w:ilvl="0" w:tplc="09CAC5DE">
      <w:start w:val="1"/>
      <w:numFmt w:val="decimal"/>
      <w:lvlText w:val="%1)"/>
      <w:lvlJc w:val="left"/>
      <w:pPr>
        <w:tabs>
          <w:tab w:val="num" w:pos="780"/>
        </w:tabs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E22ED4"/>
    <w:multiLevelType w:val="hybridMultilevel"/>
    <w:tmpl w:val="FFFFFFFF"/>
    <w:lvl w:ilvl="0" w:tplc="09CAC5DE">
      <w:start w:val="1"/>
      <w:numFmt w:val="decimal"/>
      <w:lvlText w:val="%1)"/>
      <w:lvlJc w:val="left"/>
      <w:pPr>
        <w:tabs>
          <w:tab w:val="num" w:pos="420"/>
        </w:tabs>
        <w:ind w:left="420" w:hanging="39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3" w15:restartNumberingAfterBreak="0">
    <w:nsid w:val="68543C89"/>
    <w:multiLevelType w:val="hybridMultilevel"/>
    <w:tmpl w:val="D0F62846"/>
    <w:lvl w:ilvl="0" w:tplc="2CAAE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139862">
    <w:abstractNumId w:val="1"/>
  </w:num>
  <w:num w:numId="2" w16cid:durableId="606891305">
    <w:abstractNumId w:val="0"/>
  </w:num>
  <w:num w:numId="3" w16cid:durableId="1931429214">
    <w:abstractNumId w:val="3"/>
  </w:num>
  <w:num w:numId="4" w16cid:durableId="35535226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A54"/>
    <w:rsid w:val="00022ECE"/>
    <w:rsid w:val="00033B02"/>
    <w:rsid w:val="00041BA1"/>
    <w:rsid w:val="00042A51"/>
    <w:rsid w:val="00042D2E"/>
    <w:rsid w:val="00044C82"/>
    <w:rsid w:val="00050CE1"/>
    <w:rsid w:val="000653E4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2767"/>
    <w:rsid w:val="000C4D1B"/>
    <w:rsid w:val="000C5696"/>
    <w:rsid w:val="000C63AC"/>
    <w:rsid w:val="000D04B0"/>
    <w:rsid w:val="000F051B"/>
    <w:rsid w:val="000F1C57"/>
    <w:rsid w:val="000F5615"/>
    <w:rsid w:val="00105026"/>
    <w:rsid w:val="00107219"/>
    <w:rsid w:val="00110740"/>
    <w:rsid w:val="001132F3"/>
    <w:rsid w:val="0012408B"/>
    <w:rsid w:val="00124BFF"/>
    <w:rsid w:val="0012560E"/>
    <w:rsid w:val="00127108"/>
    <w:rsid w:val="00130547"/>
    <w:rsid w:val="00134B13"/>
    <w:rsid w:val="00136CD5"/>
    <w:rsid w:val="00146BC0"/>
    <w:rsid w:val="00153C41"/>
    <w:rsid w:val="00154381"/>
    <w:rsid w:val="00154D39"/>
    <w:rsid w:val="00156B80"/>
    <w:rsid w:val="001640A7"/>
    <w:rsid w:val="00164FA7"/>
    <w:rsid w:val="00166A03"/>
    <w:rsid w:val="00170952"/>
    <w:rsid w:val="001717C4"/>
    <w:rsid w:val="001718A7"/>
    <w:rsid w:val="001737CF"/>
    <w:rsid w:val="00176083"/>
    <w:rsid w:val="001770C7"/>
    <w:rsid w:val="00192F37"/>
    <w:rsid w:val="00195B05"/>
    <w:rsid w:val="001A0A3F"/>
    <w:rsid w:val="001A70D2"/>
    <w:rsid w:val="001C038E"/>
    <w:rsid w:val="001C3953"/>
    <w:rsid w:val="001C498C"/>
    <w:rsid w:val="001D27B6"/>
    <w:rsid w:val="001D657B"/>
    <w:rsid w:val="001D709C"/>
    <w:rsid w:val="001D7B54"/>
    <w:rsid w:val="001E0209"/>
    <w:rsid w:val="001F2CA2"/>
    <w:rsid w:val="001F7DC8"/>
    <w:rsid w:val="00205446"/>
    <w:rsid w:val="002144C0"/>
    <w:rsid w:val="00216238"/>
    <w:rsid w:val="00222CB7"/>
    <w:rsid w:val="0022477D"/>
    <w:rsid w:val="002278A9"/>
    <w:rsid w:val="002336F9"/>
    <w:rsid w:val="0024028F"/>
    <w:rsid w:val="00244ABC"/>
    <w:rsid w:val="002509F2"/>
    <w:rsid w:val="00281FF2"/>
    <w:rsid w:val="002857DE"/>
    <w:rsid w:val="0029091B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C219B"/>
    <w:rsid w:val="002C53A8"/>
    <w:rsid w:val="002C7279"/>
    <w:rsid w:val="002C798F"/>
    <w:rsid w:val="002D3375"/>
    <w:rsid w:val="002D33F3"/>
    <w:rsid w:val="002D56A8"/>
    <w:rsid w:val="002D73D4"/>
    <w:rsid w:val="002E1264"/>
    <w:rsid w:val="002E2CB6"/>
    <w:rsid w:val="002F02A3"/>
    <w:rsid w:val="002F4ABE"/>
    <w:rsid w:val="003018BA"/>
    <w:rsid w:val="0030395F"/>
    <w:rsid w:val="00305C92"/>
    <w:rsid w:val="003151C5"/>
    <w:rsid w:val="00321490"/>
    <w:rsid w:val="00327572"/>
    <w:rsid w:val="00333270"/>
    <w:rsid w:val="00333709"/>
    <w:rsid w:val="003343CF"/>
    <w:rsid w:val="0034105B"/>
    <w:rsid w:val="00346FE9"/>
    <w:rsid w:val="0034759A"/>
    <w:rsid w:val="0035005C"/>
    <w:rsid w:val="003503F6"/>
    <w:rsid w:val="003530DD"/>
    <w:rsid w:val="00363E78"/>
    <w:rsid w:val="00363F78"/>
    <w:rsid w:val="00365B34"/>
    <w:rsid w:val="00381A58"/>
    <w:rsid w:val="0038321C"/>
    <w:rsid w:val="003938AB"/>
    <w:rsid w:val="00394704"/>
    <w:rsid w:val="003A0A5B"/>
    <w:rsid w:val="003A1176"/>
    <w:rsid w:val="003A6D87"/>
    <w:rsid w:val="003B346E"/>
    <w:rsid w:val="003C0BAE"/>
    <w:rsid w:val="003C17AB"/>
    <w:rsid w:val="003C261B"/>
    <w:rsid w:val="003D11FA"/>
    <w:rsid w:val="003D18A9"/>
    <w:rsid w:val="003D6CE2"/>
    <w:rsid w:val="003D7FC4"/>
    <w:rsid w:val="003E1941"/>
    <w:rsid w:val="003E27F9"/>
    <w:rsid w:val="003E2FE6"/>
    <w:rsid w:val="003E49D5"/>
    <w:rsid w:val="003E4D52"/>
    <w:rsid w:val="003F26A5"/>
    <w:rsid w:val="003F38C0"/>
    <w:rsid w:val="003F71AE"/>
    <w:rsid w:val="004022E6"/>
    <w:rsid w:val="00414E3C"/>
    <w:rsid w:val="004176A9"/>
    <w:rsid w:val="0042244A"/>
    <w:rsid w:val="0042745A"/>
    <w:rsid w:val="00431748"/>
    <w:rsid w:val="00431ABA"/>
    <w:rsid w:val="00431D5C"/>
    <w:rsid w:val="004362C6"/>
    <w:rsid w:val="00436662"/>
    <w:rsid w:val="00437FA2"/>
    <w:rsid w:val="00445970"/>
    <w:rsid w:val="00446341"/>
    <w:rsid w:val="004558A3"/>
    <w:rsid w:val="0045729E"/>
    <w:rsid w:val="00461EFC"/>
    <w:rsid w:val="004652C2"/>
    <w:rsid w:val="004706D1"/>
    <w:rsid w:val="00471326"/>
    <w:rsid w:val="0047598D"/>
    <w:rsid w:val="00482A0C"/>
    <w:rsid w:val="004840FD"/>
    <w:rsid w:val="00490F7D"/>
    <w:rsid w:val="00491678"/>
    <w:rsid w:val="0049215A"/>
    <w:rsid w:val="004968E2"/>
    <w:rsid w:val="004A3EEA"/>
    <w:rsid w:val="004A4D1F"/>
    <w:rsid w:val="004D5282"/>
    <w:rsid w:val="004F1551"/>
    <w:rsid w:val="004F55A3"/>
    <w:rsid w:val="005039CA"/>
    <w:rsid w:val="0050496F"/>
    <w:rsid w:val="0050664A"/>
    <w:rsid w:val="00507B38"/>
    <w:rsid w:val="005102DF"/>
    <w:rsid w:val="00513607"/>
    <w:rsid w:val="00513842"/>
    <w:rsid w:val="00513B6F"/>
    <w:rsid w:val="00515CDF"/>
    <w:rsid w:val="00517C63"/>
    <w:rsid w:val="00521DD9"/>
    <w:rsid w:val="00526C94"/>
    <w:rsid w:val="005363C4"/>
    <w:rsid w:val="00536BDE"/>
    <w:rsid w:val="00541F4B"/>
    <w:rsid w:val="00543ACC"/>
    <w:rsid w:val="00545E49"/>
    <w:rsid w:val="005555C9"/>
    <w:rsid w:val="00555AD4"/>
    <w:rsid w:val="0056696D"/>
    <w:rsid w:val="00573EF9"/>
    <w:rsid w:val="0058556A"/>
    <w:rsid w:val="00585596"/>
    <w:rsid w:val="00593933"/>
    <w:rsid w:val="0059484D"/>
    <w:rsid w:val="005A0855"/>
    <w:rsid w:val="005A3196"/>
    <w:rsid w:val="005A5144"/>
    <w:rsid w:val="005B45BA"/>
    <w:rsid w:val="005C080F"/>
    <w:rsid w:val="005C55E5"/>
    <w:rsid w:val="005C696A"/>
    <w:rsid w:val="005C746B"/>
    <w:rsid w:val="005D52EF"/>
    <w:rsid w:val="005E6E85"/>
    <w:rsid w:val="005F31D2"/>
    <w:rsid w:val="005F590C"/>
    <w:rsid w:val="00606A26"/>
    <w:rsid w:val="00607A4C"/>
    <w:rsid w:val="0061029B"/>
    <w:rsid w:val="00617230"/>
    <w:rsid w:val="00621CE1"/>
    <w:rsid w:val="00622A1D"/>
    <w:rsid w:val="00627FC9"/>
    <w:rsid w:val="0064133E"/>
    <w:rsid w:val="00647FA8"/>
    <w:rsid w:val="00650C5F"/>
    <w:rsid w:val="00653DDD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B1A15"/>
    <w:rsid w:val="006B4ED5"/>
    <w:rsid w:val="006B75B1"/>
    <w:rsid w:val="006C19A9"/>
    <w:rsid w:val="006C273A"/>
    <w:rsid w:val="006C53D4"/>
    <w:rsid w:val="006C79EF"/>
    <w:rsid w:val="006D050F"/>
    <w:rsid w:val="006D6139"/>
    <w:rsid w:val="006E50F4"/>
    <w:rsid w:val="006E5D65"/>
    <w:rsid w:val="006F1282"/>
    <w:rsid w:val="006F1FBC"/>
    <w:rsid w:val="006F31E2"/>
    <w:rsid w:val="0070417A"/>
    <w:rsid w:val="00706544"/>
    <w:rsid w:val="007072BA"/>
    <w:rsid w:val="00712EAE"/>
    <w:rsid w:val="00713F8D"/>
    <w:rsid w:val="0071620A"/>
    <w:rsid w:val="00717D8B"/>
    <w:rsid w:val="0072000A"/>
    <w:rsid w:val="00722C34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5B41"/>
    <w:rsid w:val="007601B0"/>
    <w:rsid w:val="00761A6C"/>
    <w:rsid w:val="00763BF1"/>
    <w:rsid w:val="00766E25"/>
    <w:rsid w:val="00766FD4"/>
    <w:rsid w:val="0077121F"/>
    <w:rsid w:val="00771955"/>
    <w:rsid w:val="007731D4"/>
    <w:rsid w:val="0078168C"/>
    <w:rsid w:val="007842ED"/>
    <w:rsid w:val="007849AE"/>
    <w:rsid w:val="00787C2A"/>
    <w:rsid w:val="00790E27"/>
    <w:rsid w:val="007916D1"/>
    <w:rsid w:val="007A36F6"/>
    <w:rsid w:val="007A4022"/>
    <w:rsid w:val="007A5260"/>
    <w:rsid w:val="007A6E6E"/>
    <w:rsid w:val="007B047B"/>
    <w:rsid w:val="007B7670"/>
    <w:rsid w:val="007C1A45"/>
    <w:rsid w:val="007C3299"/>
    <w:rsid w:val="007C3BCC"/>
    <w:rsid w:val="007C4546"/>
    <w:rsid w:val="007D39F3"/>
    <w:rsid w:val="007D6E56"/>
    <w:rsid w:val="007D7525"/>
    <w:rsid w:val="007F1652"/>
    <w:rsid w:val="007F4155"/>
    <w:rsid w:val="00810FE3"/>
    <w:rsid w:val="008142CB"/>
    <w:rsid w:val="0081554D"/>
    <w:rsid w:val="0081707E"/>
    <w:rsid w:val="008209EA"/>
    <w:rsid w:val="0082321A"/>
    <w:rsid w:val="00831FF4"/>
    <w:rsid w:val="00832AC5"/>
    <w:rsid w:val="00841554"/>
    <w:rsid w:val="008449B3"/>
    <w:rsid w:val="00845F43"/>
    <w:rsid w:val="00853797"/>
    <w:rsid w:val="008538CA"/>
    <w:rsid w:val="00856321"/>
    <w:rsid w:val="00856CE1"/>
    <w:rsid w:val="0085747A"/>
    <w:rsid w:val="008676DE"/>
    <w:rsid w:val="00870C91"/>
    <w:rsid w:val="00871E75"/>
    <w:rsid w:val="00875C93"/>
    <w:rsid w:val="008769E4"/>
    <w:rsid w:val="0088485B"/>
    <w:rsid w:val="00884922"/>
    <w:rsid w:val="00885B29"/>
    <w:rsid w:val="00885F64"/>
    <w:rsid w:val="00886B17"/>
    <w:rsid w:val="008872E1"/>
    <w:rsid w:val="008917F9"/>
    <w:rsid w:val="008927D9"/>
    <w:rsid w:val="008A1B4F"/>
    <w:rsid w:val="008A2C3C"/>
    <w:rsid w:val="008A3538"/>
    <w:rsid w:val="008A419E"/>
    <w:rsid w:val="008A45F7"/>
    <w:rsid w:val="008C0CC0"/>
    <w:rsid w:val="008C19A9"/>
    <w:rsid w:val="008C21AB"/>
    <w:rsid w:val="008C379D"/>
    <w:rsid w:val="008C5147"/>
    <w:rsid w:val="008C5359"/>
    <w:rsid w:val="008C5363"/>
    <w:rsid w:val="008C71FD"/>
    <w:rsid w:val="008C7674"/>
    <w:rsid w:val="008D3DFB"/>
    <w:rsid w:val="008D3E28"/>
    <w:rsid w:val="008D4573"/>
    <w:rsid w:val="008D4F42"/>
    <w:rsid w:val="008E64F4"/>
    <w:rsid w:val="008F03B0"/>
    <w:rsid w:val="008F12C9"/>
    <w:rsid w:val="008F6E29"/>
    <w:rsid w:val="008F70AB"/>
    <w:rsid w:val="009031AA"/>
    <w:rsid w:val="00912150"/>
    <w:rsid w:val="00916188"/>
    <w:rsid w:val="00916472"/>
    <w:rsid w:val="00923D7D"/>
    <w:rsid w:val="009243EE"/>
    <w:rsid w:val="00931506"/>
    <w:rsid w:val="00944C29"/>
    <w:rsid w:val="00944CA9"/>
    <w:rsid w:val="009508DF"/>
    <w:rsid w:val="00950BF0"/>
    <w:rsid w:val="00950DAC"/>
    <w:rsid w:val="00954A07"/>
    <w:rsid w:val="00960011"/>
    <w:rsid w:val="009650AD"/>
    <w:rsid w:val="00975DE6"/>
    <w:rsid w:val="0098307D"/>
    <w:rsid w:val="00997F14"/>
    <w:rsid w:val="009A78D9"/>
    <w:rsid w:val="009B53BB"/>
    <w:rsid w:val="009B5CC9"/>
    <w:rsid w:val="009C1331"/>
    <w:rsid w:val="009C1BD8"/>
    <w:rsid w:val="009C3E31"/>
    <w:rsid w:val="009C5039"/>
    <w:rsid w:val="009C54AE"/>
    <w:rsid w:val="009C788E"/>
    <w:rsid w:val="009D7FA9"/>
    <w:rsid w:val="009E0BAB"/>
    <w:rsid w:val="009E2129"/>
    <w:rsid w:val="009E3B41"/>
    <w:rsid w:val="009F3C5C"/>
    <w:rsid w:val="009F4610"/>
    <w:rsid w:val="009F5BE2"/>
    <w:rsid w:val="00A0087D"/>
    <w:rsid w:val="00A00ECC"/>
    <w:rsid w:val="00A023DD"/>
    <w:rsid w:val="00A04386"/>
    <w:rsid w:val="00A0489D"/>
    <w:rsid w:val="00A132C5"/>
    <w:rsid w:val="00A155EE"/>
    <w:rsid w:val="00A2245B"/>
    <w:rsid w:val="00A30110"/>
    <w:rsid w:val="00A33471"/>
    <w:rsid w:val="00A36899"/>
    <w:rsid w:val="00A371F6"/>
    <w:rsid w:val="00A4351E"/>
    <w:rsid w:val="00A43BF6"/>
    <w:rsid w:val="00A46740"/>
    <w:rsid w:val="00A53FA5"/>
    <w:rsid w:val="00A54817"/>
    <w:rsid w:val="00A601C8"/>
    <w:rsid w:val="00A60799"/>
    <w:rsid w:val="00A74C27"/>
    <w:rsid w:val="00A804E9"/>
    <w:rsid w:val="00A84C85"/>
    <w:rsid w:val="00A91194"/>
    <w:rsid w:val="00A97DE1"/>
    <w:rsid w:val="00AA35EA"/>
    <w:rsid w:val="00AB053C"/>
    <w:rsid w:val="00AB6A7D"/>
    <w:rsid w:val="00AC170B"/>
    <w:rsid w:val="00AD1146"/>
    <w:rsid w:val="00AD27D3"/>
    <w:rsid w:val="00AD66D6"/>
    <w:rsid w:val="00AE02E1"/>
    <w:rsid w:val="00AE1160"/>
    <w:rsid w:val="00AE203C"/>
    <w:rsid w:val="00AE2E74"/>
    <w:rsid w:val="00AE5FCB"/>
    <w:rsid w:val="00AF2C1E"/>
    <w:rsid w:val="00B0496C"/>
    <w:rsid w:val="00B06142"/>
    <w:rsid w:val="00B135B1"/>
    <w:rsid w:val="00B13A07"/>
    <w:rsid w:val="00B26B5F"/>
    <w:rsid w:val="00B3130B"/>
    <w:rsid w:val="00B40ADB"/>
    <w:rsid w:val="00B43B77"/>
    <w:rsid w:val="00B43E80"/>
    <w:rsid w:val="00B46270"/>
    <w:rsid w:val="00B531AC"/>
    <w:rsid w:val="00B55D88"/>
    <w:rsid w:val="00B56E1F"/>
    <w:rsid w:val="00B57753"/>
    <w:rsid w:val="00B607DB"/>
    <w:rsid w:val="00B64D58"/>
    <w:rsid w:val="00B66529"/>
    <w:rsid w:val="00B75946"/>
    <w:rsid w:val="00B8056E"/>
    <w:rsid w:val="00B805E6"/>
    <w:rsid w:val="00B819C8"/>
    <w:rsid w:val="00B82308"/>
    <w:rsid w:val="00B84948"/>
    <w:rsid w:val="00B86955"/>
    <w:rsid w:val="00B90885"/>
    <w:rsid w:val="00BA080B"/>
    <w:rsid w:val="00BA1F50"/>
    <w:rsid w:val="00BB520A"/>
    <w:rsid w:val="00BD2150"/>
    <w:rsid w:val="00BD3869"/>
    <w:rsid w:val="00BD42F6"/>
    <w:rsid w:val="00BD66E9"/>
    <w:rsid w:val="00BD6FF4"/>
    <w:rsid w:val="00BE2DEC"/>
    <w:rsid w:val="00BE5453"/>
    <w:rsid w:val="00BF2C41"/>
    <w:rsid w:val="00BF4AE5"/>
    <w:rsid w:val="00C058B4"/>
    <w:rsid w:val="00C05F44"/>
    <w:rsid w:val="00C07B93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40444"/>
    <w:rsid w:val="00C5016F"/>
    <w:rsid w:val="00C54163"/>
    <w:rsid w:val="00C55F15"/>
    <w:rsid w:val="00C56036"/>
    <w:rsid w:val="00C61DC5"/>
    <w:rsid w:val="00C66F2E"/>
    <w:rsid w:val="00C679CB"/>
    <w:rsid w:val="00C67E92"/>
    <w:rsid w:val="00C70A26"/>
    <w:rsid w:val="00C766DF"/>
    <w:rsid w:val="00C8206A"/>
    <w:rsid w:val="00C84AFA"/>
    <w:rsid w:val="00C926CA"/>
    <w:rsid w:val="00C94B98"/>
    <w:rsid w:val="00CA2B96"/>
    <w:rsid w:val="00CA5089"/>
    <w:rsid w:val="00CA5C01"/>
    <w:rsid w:val="00CB42CB"/>
    <w:rsid w:val="00CC3B9C"/>
    <w:rsid w:val="00CD6897"/>
    <w:rsid w:val="00CE51DF"/>
    <w:rsid w:val="00CE5BAC"/>
    <w:rsid w:val="00CF25BE"/>
    <w:rsid w:val="00CF78ED"/>
    <w:rsid w:val="00D02B25"/>
    <w:rsid w:val="00D02EBA"/>
    <w:rsid w:val="00D043D4"/>
    <w:rsid w:val="00D05370"/>
    <w:rsid w:val="00D12939"/>
    <w:rsid w:val="00D129ED"/>
    <w:rsid w:val="00D14544"/>
    <w:rsid w:val="00D1552D"/>
    <w:rsid w:val="00D17C3C"/>
    <w:rsid w:val="00D26B2C"/>
    <w:rsid w:val="00D310D3"/>
    <w:rsid w:val="00D31EE0"/>
    <w:rsid w:val="00D3212A"/>
    <w:rsid w:val="00D352C9"/>
    <w:rsid w:val="00D35B76"/>
    <w:rsid w:val="00D425B2"/>
    <w:rsid w:val="00D428D6"/>
    <w:rsid w:val="00D552B2"/>
    <w:rsid w:val="00D608D1"/>
    <w:rsid w:val="00D634A3"/>
    <w:rsid w:val="00D74119"/>
    <w:rsid w:val="00D75607"/>
    <w:rsid w:val="00D8075B"/>
    <w:rsid w:val="00D829A1"/>
    <w:rsid w:val="00D8678B"/>
    <w:rsid w:val="00DA2114"/>
    <w:rsid w:val="00DA323B"/>
    <w:rsid w:val="00DA6AC6"/>
    <w:rsid w:val="00DC2BFA"/>
    <w:rsid w:val="00DD674F"/>
    <w:rsid w:val="00DD7523"/>
    <w:rsid w:val="00DE09C0"/>
    <w:rsid w:val="00DE4A14"/>
    <w:rsid w:val="00DF320D"/>
    <w:rsid w:val="00DF3F26"/>
    <w:rsid w:val="00DF4F7D"/>
    <w:rsid w:val="00DF71C8"/>
    <w:rsid w:val="00E121F2"/>
    <w:rsid w:val="00E129B8"/>
    <w:rsid w:val="00E20901"/>
    <w:rsid w:val="00E21E7D"/>
    <w:rsid w:val="00E22FBC"/>
    <w:rsid w:val="00E24BF5"/>
    <w:rsid w:val="00E25338"/>
    <w:rsid w:val="00E259AD"/>
    <w:rsid w:val="00E300FF"/>
    <w:rsid w:val="00E464E3"/>
    <w:rsid w:val="00E51E44"/>
    <w:rsid w:val="00E55FAE"/>
    <w:rsid w:val="00E63348"/>
    <w:rsid w:val="00E74A4A"/>
    <w:rsid w:val="00E75CC4"/>
    <w:rsid w:val="00E77E88"/>
    <w:rsid w:val="00E8107D"/>
    <w:rsid w:val="00E84F5F"/>
    <w:rsid w:val="00E91AB4"/>
    <w:rsid w:val="00E93383"/>
    <w:rsid w:val="00E960BB"/>
    <w:rsid w:val="00EA2074"/>
    <w:rsid w:val="00EA42DA"/>
    <w:rsid w:val="00EA4832"/>
    <w:rsid w:val="00EA4E9D"/>
    <w:rsid w:val="00EB1BDF"/>
    <w:rsid w:val="00EB7AE9"/>
    <w:rsid w:val="00EC137D"/>
    <w:rsid w:val="00EC4899"/>
    <w:rsid w:val="00ED03AB"/>
    <w:rsid w:val="00ED32D2"/>
    <w:rsid w:val="00EE32DE"/>
    <w:rsid w:val="00EE5457"/>
    <w:rsid w:val="00F02DD1"/>
    <w:rsid w:val="00F070AB"/>
    <w:rsid w:val="00F1534B"/>
    <w:rsid w:val="00F17567"/>
    <w:rsid w:val="00F27A7B"/>
    <w:rsid w:val="00F4473D"/>
    <w:rsid w:val="00F47417"/>
    <w:rsid w:val="00F526AF"/>
    <w:rsid w:val="00F546A7"/>
    <w:rsid w:val="00F617C3"/>
    <w:rsid w:val="00F7066B"/>
    <w:rsid w:val="00F826AA"/>
    <w:rsid w:val="00F83B28"/>
    <w:rsid w:val="00F96E8F"/>
    <w:rsid w:val="00FA0896"/>
    <w:rsid w:val="00FA46E5"/>
    <w:rsid w:val="00FB07F5"/>
    <w:rsid w:val="00FB640E"/>
    <w:rsid w:val="00FB7DBA"/>
    <w:rsid w:val="00FC1C25"/>
    <w:rsid w:val="00FC3F45"/>
    <w:rsid w:val="00FD4A3A"/>
    <w:rsid w:val="00FD503F"/>
    <w:rsid w:val="00FD7589"/>
    <w:rsid w:val="00FE514A"/>
    <w:rsid w:val="00FE5C30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52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52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52E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52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52E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B297D5-DBF8-4308-9408-BCB986855A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4E117-65E0-4079-8BDA-60FEEBF8A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27BA57-F485-48D6-9CE5-29BB86618A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B8A8C5-76C8-4539-B9BE-8F2DD38ABE39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1366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2019-12-09T10:29:00Z</cp:lastPrinted>
  <dcterms:created xsi:type="dcterms:W3CDTF">2023-06-01T08:30:00Z</dcterms:created>
  <dcterms:modified xsi:type="dcterms:W3CDTF">2023-06-01T08:30:00Z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